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FAAAF" w14:textId="77777777" w:rsidR="00610A54" w:rsidRDefault="00610A54" w:rsidP="004D4A3F">
      <w:pPr>
        <w:pStyle w:val="Hlavika"/>
        <w:tabs>
          <w:tab w:val="clear" w:pos="4819"/>
          <w:tab w:val="clear" w:pos="9071"/>
          <w:tab w:val="left" w:pos="-3261"/>
          <w:tab w:val="left" w:pos="-2340"/>
        </w:tabs>
        <w:jc w:val="both"/>
        <w:rPr>
          <w:b/>
          <w:bCs/>
        </w:rPr>
      </w:pPr>
    </w:p>
    <w:p w14:paraId="12AD37CE" w14:textId="1BD0D21C" w:rsidR="00CF46E9" w:rsidRDefault="00E17EC8" w:rsidP="00E17EC8">
      <w:pPr>
        <w:pStyle w:val="Hlavika"/>
        <w:tabs>
          <w:tab w:val="clear" w:pos="9071"/>
          <w:tab w:val="left" w:pos="-3261"/>
          <w:tab w:val="left" w:pos="2160"/>
        </w:tabs>
        <w:jc w:val="center"/>
        <w:rPr>
          <w:b/>
          <w:bCs/>
          <w:sz w:val="22"/>
          <w:szCs w:val="22"/>
          <w:u w:val="single"/>
        </w:rPr>
      </w:pPr>
      <w:r w:rsidRPr="003E28A8">
        <w:rPr>
          <w:b/>
          <w:bCs/>
          <w:sz w:val="22"/>
          <w:szCs w:val="22"/>
          <w:u w:val="single"/>
        </w:rPr>
        <w:t>Základné náležitosti</w:t>
      </w:r>
      <w:r w:rsidR="00CF46E9">
        <w:rPr>
          <w:b/>
          <w:bCs/>
          <w:sz w:val="22"/>
          <w:szCs w:val="22"/>
          <w:u w:val="single"/>
        </w:rPr>
        <w:t xml:space="preserve"> </w:t>
      </w:r>
      <w:r w:rsidR="007136C3">
        <w:rPr>
          <w:b/>
          <w:bCs/>
          <w:sz w:val="22"/>
          <w:szCs w:val="22"/>
          <w:u w:val="single"/>
        </w:rPr>
        <w:t>oznámenia o zmene navrhovanej činnosti podľa prílohy 8a zákona č. 24/2006 Z. z. o posudzovaní vplyvov na životné prostredie</w:t>
      </w:r>
    </w:p>
    <w:p w14:paraId="2FAC091D" w14:textId="77777777" w:rsidR="00E17EC8" w:rsidRDefault="00E17EC8" w:rsidP="00E17EC8">
      <w:pPr>
        <w:rPr>
          <w:b/>
          <w:bCs/>
          <w:kern w:val="28"/>
          <w:sz w:val="28"/>
          <w:szCs w:val="32"/>
        </w:rPr>
      </w:pPr>
    </w:p>
    <w:p w14:paraId="75E67293" w14:textId="7CBCF8E0" w:rsidR="00E17EC8" w:rsidRPr="00F40429" w:rsidRDefault="00E17EC8" w:rsidP="007B74D8">
      <w:pPr>
        <w:pStyle w:val="Hlavika"/>
        <w:tabs>
          <w:tab w:val="clear" w:pos="9071"/>
          <w:tab w:val="right" w:pos="9540"/>
        </w:tabs>
        <w:jc w:val="both"/>
        <w:rPr>
          <w:bCs/>
        </w:rPr>
      </w:pPr>
      <w:r w:rsidRPr="00F40429">
        <w:rPr>
          <w:bCs/>
        </w:rPr>
        <w:t>Dokumentácia bude vypracovaná  pre stavbu</w:t>
      </w:r>
      <w:r w:rsidR="0090305C">
        <w:rPr>
          <w:bCs/>
        </w:rPr>
        <w:t xml:space="preserve"> </w:t>
      </w:r>
      <w:r w:rsidR="000717D1">
        <w:rPr>
          <w:bCs/>
        </w:rPr>
        <w:t>R</w:t>
      </w:r>
      <w:r w:rsidR="0090305C">
        <w:rPr>
          <w:bCs/>
        </w:rPr>
        <w:t xml:space="preserve">2 </w:t>
      </w:r>
      <w:r w:rsidR="000717D1">
        <w:rPr>
          <w:bCs/>
        </w:rPr>
        <w:t>K</w:t>
      </w:r>
      <w:r w:rsidR="0090305C">
        <w:rPr>
          <w:bCs/>
        </w:rPr>
        <w:t xml:space="preserve">rižovatka </w:t>
      </w:r>
      <w:r w:rsidR="000717D1">
        <w:rPr>
          <w:bCs/>
        </w:rPr>
        <w:t xml:space="preserve">Bánovce </w:t>
      </w:r>
      <w:r w:rsidR="000717D1" w:rsidRPr="007136C3">
        <w:rPr>
          <w:bCs/>
        </w:rPr>
        <w:t>– východ</w:t>
      </w:r>
      <w:r w:rsidRPr="00F40429">
        <w:rPr>
          <w:bCs/>
        </w:rPr>
        <w:t>,</w:t>
      </w:r>
      <w:r>
        <w:rPr>
          <w:bCs/>
        </w:rPr>
        <w:t xml:space="preserve"> </w:t>
      </w:r>
      <w:r w:rsidRPr="007136C3">
        <w:rPr>
          <w:bCs/>
        </w:rPr>
        <w:t>DSP v podrobnosti DRS.</w:t>
      </w:r>
    </w:p>
    <w:p w14:paraId="24C677D3" w14:textId="77777777" w:rsidR="00E17EC8" w:rsidRPr="003E28A8" w:rsidRDefault="00E17EC8" w:rsidP="007B74D8">
      <w:pPr>
        <w:pStyle w:val="Hlavika"/>
        <w:tabs>
          <w:tab w:val="left" w:pos="-3261"/>
        </w:tabs>
        <w:jc w:val="both"/>
        <w:rPr>
          <w:b/>
          <w:bCs/>
          <w:sz w:val="22"/>
          <w:szCs w:val="22"/>
        </w:rPr>
      </w:pPr>
    </w:p>
    <w:p w14:paraId="3FBEEB67" w14:textId="40045A45" w:rsidR="00543E61" w:rsidRPr="003E28A8" w:rsidRDefault="007136C3" w:rsidP="007B74D8">
      <w:pPr>
        <w:pStyle w:val="Hlavika"/>
        <w:tabs>
          <w:tab w:val="left" w:pos="-3261"/>
        </w:tabs>
        <w:jc w:val="both"/>
        <w:rPr>
          <w:b/>
          <w:bCs/>
        </w:rPr>
      </w:pPr>
      <w:r>
        <w:rPr>
          <w:b/>
          <w:bCs/>
        </w:rPr>
        <w:t>Oznámenie o zmene navrhovanej činnosti</w:t>
      </w:r>
      <w:r w:rsidR="00CF46E9">
        <w:rPr>
          <w:b/>
          <w:bCs/>
        </w:rPr>
        <w:t xml:space="preserve"> bude vypracovan</w:t>
      </w:r>
      <w:r>
        <w:rPr>
          <w:b/>
          <w:bCs/>
        </w:rPr>
        <w:t>é</w:t>
      </w:r>
      <w:r w:rsidR="00CF46E9">
        <w:rPr>
          <w:b/>
          <w:bCs/>
        </w:rPr>
        <w:t xml:space="preserve"> v</w:t>
      </w:r>
      <w:r>
        <w:rPr>
          <w:b/>
          <w:bCs/>
        </w:rPr>
        <w:t> zmysle prílohy č. 8a zákona</w:t>
      </w:r>
      <w:r w:rsidR="00CF46E9">
        <w:rPr>
          <w:b/>
          <w:bCs/>
        </w:rPr>
        <w:t xml:space="preserve"> </w:t>
      </w:r>
      <w:r w:rsidR="00CF46E9" w:rsidRPr="00CF46E9">
        <w:rPr>
          <w:b/>
          <w:bCs/>
        </w:rPr>
        <w:t>č. 24/2006 Z.</w:t>
      </w:r>
      <w:r w:rsidR="008813AC">
        <w:rPr>
          <w:b/>
          <w:bCs/>
        </w:rPr>
        <w:t xml:space="preserve"> </w:t>
      </w:r>
      <w:r w:rsidR="00CF46E9" w:rsidRPr="00CF46E9">
        <w:rPr>
          <w:b/>
          <w:bCs/>
        </w:rPr>
        <w:t>z. o posudzovaní vplyvov na životné prostredie a o zmene a doplnení niektorých zákonov v znení neskorších predpisov (ďalej „zákon č. 24/2006 Z.</w:t>
      </w:r>
      <w:r w:rsidR="008813AC">
        <w:rPr>
          <w:b/>
          <w:bCs/>
        </w:rPr>
        <w:t xml:space="preserve"> </w:t>
      </w:r>
      <w:r w:rsidR="00CF46E9" w:rsidRPr="00CF46E9">
        <w:rPr>
          <w:b/>
          <w:bCs/>
        </w:rPr>
        <w:t>z.“)</w:t>
      </w:r>
      <w:r w:rsidR="00543E61" w:rsidRPr="003E28A8">
        <w:rPr>
          <w:b/>
          <w:bCs/>
        </w:rPr>
        <w:t xml:space="preserve">, po vypracovaní </w:t>
      </w:r>
      <w:r w:rsidR="00543E61" w:rsidRPr="007136C3">
        <w:rPr>
          <w:b/>
          <w:bCs/>
        </w:rPr>
        <w:t>DSP</w:t>
      </w:r>
      <w:r w:rsidR="009F244A" w:rsidRPr="007136C3">
        <w:rPr>
          <w:b/>
          <w:bCs/>
        </w:rPr>
        <w:t xml:space="preserve"> v podrobnosti DRS</w:t>
      </w:r>
      <w:r w:rsidR="00543E61" w:rsidRPr="007136C3">
        <w:rPr>
          <w:b/>
          <w:bCs/>
        </w:rPr>
        <w:t>.</w:t>
      </w:r>
    </w:p>
    <w:p w14:paraId="1A5993E1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5FDFE06F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2AB1DDD0" w14:textId="43807362" w:rsidR="00543E61" w:rsidRPr="003E28A8" w:rsidRDefault="00543E61" w:rsidP="007B74D8">
      <w:pPr>
        <w:pStyle w:val="Hlavika"/>
        <w:tabs>
          <w:tab w:val="left" w:pos="-3261"/>
        </w:tabs>
        <w:jc w:val="both"/>
        <w:rPr>
          <w:b/>
          <w:bCs/>
        </w:rPr>
      </w:pPr>
      <w:r w:rsidRPr="003E28A8">
        <w:rPr>
          <w:b/>
          <w:bCs/>
        </w:rPr>
        <w:t xml:space="preserve">Dokumentácia okrem štruktúry podľa </w:t>
      </w:r>
      <w:r w:rsidR="00CF46E9" w:rsidRPr="00CF46E9">
        <w:rPr>
          <w:b/>
          <w:bCs/>
        </w:rPr>
        <w:t>zákon</w:t>
      </w:r>
      <w:r w:rsidR="00CF46E9">
        <w:rPr>
          <w:b/>
          <w:bCs/>
        </w:rPr>
        <w:t>a</w:t>
      </w:r>
      <w:r w:rsidR="00CF46E9" w:rsidRPr="00CF46E9">
        <w:rPr>
          <w:b/>
          <w:bCs/>
        </w:rPr>
        <w:t xml:space="preserve"> č. 24/2006 Z.</w:t>
      </w:r>
      <w:r w:rsidR="008813AC">
        <w:rPr>
          <w:b/>
          <w:bCs/>
        </w:rPr>
        <w:t xml:space="preserve"> </w:t>
      </w:r>
      <w:r w:rsidR="00CF46E9" w:rsidRPr="00CF46E9">
        <w:rPr>
          <w:b/>
          <w:bCs/>
        </w:rPr>
        <w:t>z.</w:t>
      </w:r>
      <w:r w:rsidR="00CF46E9">
        <w:rPr>
          <w:b/>
          <w:bCs/>
        </w:rPr>
        <w:t xml:space="preserve"> </w:t>
      </w:r>
      <w:r w:rsidRPr="003E28A8">
        <w:rPr>
          <w:b/>
          <w:bCs/>
        </w:rPr>
        <w:t>bude mať nasledovné náležitosti:</w:t>
      </w:r>
    </w:p>
    <w:p w14:paraId="1194571E" w14:textId="6E037B73" w:rsidR="00543E61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02DEE74E" w14:textId="19FF2E1C" w:rsidR="00543E61" w:rsidRPr="005548CF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r>
        <w:rPr>
          <w:bCs/>
        </w:rPr>
        <w:t xml:space="preserve">V rámci spracovania dokumentácie sa požaduje, aby časti dokumentácie, </w:t>
      </w:r>
      <w:r w:rsidRPr="005548CF">
        <w:rPr>
          <w:bCs/>
        </w:rPr>
        <w:t>v rámci ktorých budú uvedené zmierňujúce opatrenia, bola spracovaná formou formulácie jasných, cielených a overiteľných zmierňujúcich opatrení</w:t>
      </w:r>
      <w:r w:rsidR="007B74D8" w:rsidRPr="005548CF">
        <w:rPr>
          <w:bCs/>
        </w:rPr>
        <w:t>; pre konkrétne vplyvy/dopady budú zadefinované zodpovedajúce konkrétne opatrenia.</w:t>
      </w:r>
      <w:r w:rsidRPr="005548CF">
        <w:rPr>
          <w:bCs/>
        </w:rPr>
        <w:t xml:space="preserve"> </w:t>
      </w:r>
    </w:p>
    <w:p w14:paraId="3C5C40CD" w14:textId="77777777" w:rsidR="00543E61" w:rsidRPr="005548CF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3A2ECB6C" w14:textId="77777777" w:rsidR="00543E61" w:rsidRPr="00311B0F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r w:rsidRPr="005548CF">
        <w:rPr>
          <w:bCs/>
        </w:rPr>
        <w:t>V rámci spracovania dokumentácie sa požaduje</w:t>
      </w:r>
      <w:bookmarkStart w:id="0" w:name="_GoBack"/>
      <w:bookmarkEnd w:id="0"/>
      <w:r w:rsidRPr="005548CF">
        <w:rPr>
          <w:bCs/>
        </w:rPr>
        <w:t xml:space="preserve"> dôsledné zohľadnenie požiadaviek smernice EIA, konkr.: zistiť, opísať a vhodným spôsobom posúdiť priame a nepriame vplyvy zmeny projektu na človeka, faunu a flóru; pôdu, vodu, ovzdušie, podnebie a krajinu; hmotný majetok a kultúrne dedičstvo; a interakcia medzi všetkými týmito faktormi (článok 3 smernice EIA).</w:t>
      </w:r>
      <w:r w:rsidRPr="00311B0F">
        <w:rPr>
          <w:bCs/>
        </w:rPr>
        <w:t xml:space="preserve"> </w:t>
      </w:r>
    </w:p>
    <w:p w14:paraId="303EBBA3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  <w:r w:rsidRPr="003E28A8">
        <w:rPr>
          <w:bCs/>
        </w:rPr>
        <w:tab/>
        <w:t xml:space="preserve"> </w:t>
      </w:r>
    </w:p>
    <w:p w14:paraId="71B1280A" w14:textId="28399C85" w:rsidR="00543E61" w:rsidRPr="003E28A8" w:rsidRDefault="00543E61" w:rsidP="007B74D8">
      <w:pPr>
        <w:jc w:val="both"/>
        <w:rPr>
          <w:rFonts w:cstheme="minorHAnsi"/>
          <w:noProof/>
        </w:rPr>
      </w:pPr>
      <w:r w:rsidRPr="003E28A8">
        <w:rPr>
          <w:rFonts w:cstheme="minorHAnsi"/>
          <w:noProof/>
        </w:rPr>
        <w:t xml:space="preserve">Textová časť </w:t>
      </w:r>
      <w:r w:rsidR="007136C3">
        <w:rPr>
          <w:rFonts w:cstheme="minorHAnsi"/>
          <w:noProof/>
        </w:rPr>
        <w:t>oznámenia o zmene navrhovanej činnosti</w:t>
      </w:r>
      <w:r w:rsidRPr="003E28A8">
        <w:rPr>
          <w:rFonts w:cstheme="minorHAnsi"/>
          <w:noProof/>
        </w:rPr>
        <w:t xml:space="preserve"> bude na formátoch A4, výkresová časť na formátoch A4 a ich násobkoch. Mapové prílohy budú farebné. V mapách bude prehľadne zakreslený súčasný stav životného prostredia, chránené územia prírody, biotopy európskeho významu (územia Natura 2000), prvky ÚSES, vplyvy vyvolané diaľnicou a návrh opatrení na ich minimalizáciu.</w:t>
      </w:r>
    </w:p>
    <w:p w14:paraId="345A00F1" w14:textId="77777777" w:rsidR="00543E61" w:rsidRPr="003E28A8" w:rsidRDefault="00543E61" w:rsidP="007B74D8">
      <w:pPr>
        <w:pStyle w:val="Hlavika"/>
        <w:tabs>
          <w:tab w:val="left" w:pos="-3261"/>
        </w:tabs>
        <w:jc w:val="both"/>
        <w:rPr>
          <w:bCs/>
        </w:rPr>
      </w:pPr>
    </w:p>
    <w:p w14:paraId="7BE2FA62" w14:textId="4C5B3C40" w:rsidR="00543E61" w:rsidRPr="003E28A8" w:rsidRDefault="00543E61" w:rsidP="007B74D8">
      <w:pPr>
        <w:jc w:val="both"/>
        <w:rPr>
          <w:rFonts w:cstheme="minorHAnsi"/>
          <w:noProof/>
        </w:rPr>
      </w:pPr>
      <w:r w:rsidRPr="003E28A8">
        <w:rPr>
          <w:rFonts w:cstheme="minorHAnsi"/>
          <w:noProof/>
        </w:rPr>
        <w:t>Netechnické zhrnutie (Non technical report) k</w:t>
      </w:r>
      <w:r w:rsidR="007136C3">
        <w:rPr>
          <w:rFonts w:cstheme="minorHAnsi"/>
          <w:noProof/>
        </w:rPr>
        <w:t> Oznámeniu o zmene navrhovanej činnosti</w:t>
      </w:r>
      <w:r w:rsidRPr="003E28A8">
        <w:rPr>
          <w:rFonts w:cstheme="minorHAnsi"/>
          <w:noProof/>
        </w:rPr>
        <w:t xml:space="preserve"> - všeobecne zrozumiteľn</w:t>
      </w:r>
      <w:r w:rsidR="007136C3">
        <w:rPr>
          <w:rFonts w:cstheme="minorHAnsi"/>
          <w:noProof/>
        </w:rPr>
        <w:t>é</w:t>
      </w:r>
      <w:r w:rsidRPr="003E28A8">
        <w:rPr>
          <w:rFonts w:cstheme="minorHAnsi"/>
          <w:noProof/>
        </w:rPr>
        <w:t xml:space="preserve"> zhrnutie – samostatná časť s nasledovným obsahom</w:t>
      </w:r>
      <w:r>
        <w:rPr>
          <w:rFonts w:cstheme="minorHAnsi"/>
          <w:noProof/>
        </w:rPr>
        <w:t>:</w:t>
      </w:r>
    </w:p>
    <w:p w14:paraId="4DAC83D4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účel projektu</w:t>
      </w:r>
    </w:p>
    <w:p w14:paraId="6E4A2A2A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stručný popis technického riešenia</w:t>
      </w:r>
    </w:p>
    <w:p w14:paraId="2E407868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charakteristika ovplyvnenej oblasti</w:t>
      </w:r>
    </w:p>
    <w:p w14:paraId="7A57FE07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>-</w:t>
      </w:r>
      <w:r w:rsidRPr="003E28A8">
        <w:rPr>
          <w:bCs/>
        </w:rPr>
        <w:tab/>
        <w:t>základné charakteristiky environmentálneho prostredia (</w:t>
      </w:r>
      <w:proofErr w:type="spellStart"/>
      <w:r w:rsidRPr="003E28A8">
        <w:rPr>
          <w:bCs/>
        </w:rPr>
        <w:t>biota</w:t>
      </w:r>
      <w:proofErr w:type="spellEnd"/>
      <w:r w:rsidRPr="003E28A8">
        <w:rPr>
          <w:bCs/>
        </w:rPr>
        <w:t>): krajina, klíma, voda, pôda, fauna, flóra, vegetácia, chránené územia, obyvateľstvo, atď. + dopady a zmierňujúce opatrenia</w:t>
      </w:r>
    </w:p>
    <w:p w14:paraId="1CB940FD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hodnotenie očakávaného vývoja, za predpokladu neimplementovania investícií</w:t>
      </w:r>
    </w:p>
    <w:p w14:paraId="09FEF9DD" w14:textId="77777777" w:rsidR="00543E61" w:rsidRPr="003E28A8" w:rsidRDefault="00543E61" w:rsidP="007B74D8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jc w:val="both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dodržiavanie činnosti s územnoplánovacou dokumentáciou</w:t>
      </w:r>
    </w:p>
    <w:p w14:paraId="15C43F7F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pravdepodobný dopad na územie</w:t>
      </w:r>
    </w:p>
    <w:p w14:paraId="24C4A50F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rPr>
          <w:bCs/>
        </w:rPr>
      </w:pPr>
      <w:r w:rsidRPr="003E28A8">
        <w:rPr>
          <w:bCs/>
        </w:rPr>
        <w:t xml:space="preserve">- </w:t>
      </w:r>
      <w:r w:rsidRPr="003E28A8">
        <w:rPr>
          <w:bCs/>
        </w:rPr>
        <w:tab/>
        <w:t>zmierňujúce opatrenia</w:t>
      </w:r>
    </w:p>
    <w:p w14:paraId="26FCF396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284"/>
        </w:tabs>
        <w:ind w:left="284" w:hanging="284"/>
        <w:rPr>
          <w:bCs/>
        </w:rPr>
      </w:pPr>
      <w:r w:rsidRPr="003E28A8">
        <w:rPr>
          <w:bCs/>
        </w:rPr>
        <w:t>-</w:t>
      </w:r>
      <w:r w:rsidRPr="003E28A8">
        <w:rPr>
          <w:bCs/>
        </w:rPr>
        <w:tab/>
        <w:t>prílohy:</w:t>
      </w:r>
    </w:p>
    <w:p w14:paraId="511991BD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567"/>
        </w:tabs>
        <w:ind w:left="567" w:hanging="283"/>
        <w:rPr>
          <w:bCs/>
        </w:rPr>
      </w:pPr>
      <w:r w:rsidRPr="003E28A8">
        <w:rPr>
          <w:bCs/>
        </w:rPr>
        <w:t>1)</w:t>
      </w:r>
      <w:r w:rsidRPr="003E28A8">
        <w:rPr>
          <w:bCs/>
        </w:rPr>
        <w:tab/>
        <w:t>Prehľadná situácia v mierke 1 : 10 000</w:t>
      </w:r>
    </w:p>
    <w:p w14:paraId="5CF8EE1A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  <w:tab w:val="left" w:pos="567"/>
        </w:tabs>
        <w:ind w:left="567" w:hanging="283"/>
        <w:rPr>
          <w:bCs/>
        </w:rPr>
      </w:pPr>
      <w:r w:rsidRPr="003E28A8">
        <w:rPr>
          <w:bCs/>
        </w:rPr>
        <w:t>2)</w:t>
      </w:r>
      <w:r w:rsidRPr="003E28A8">
        <w:rPr>
          <w:bCs/>
        </w:rPr>
        <w:tab/>
        <w:t>Situácia zmeny navrhovanej činnosti v mierke 1 : 10 000 resp. 1:5 000</w:t>
      </w:r>
    </w:p>
    <w:p w14:paraId="54D3519B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r w:rsidRPr="003E28A8">
        <w:rPr>
          <w:bCs/>
        </w:rPr>
        <w:t>Rozsah textovej časti materiálu bude do 10 strán formátu A4.</w:t>
      </w:r>
    </w:p>
    <w:p w14:paraId="49EE924E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</w:p>
    <w:p w14:paraId="606FA2DC" w14:textId="7B72F1C9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r w:rsidRPr="003E28A8">
        <w:rPr>
          <w:bCs/>
        </w:rPr>
        <w:t xml:space="preserve">Do </w:t>
      </w:r>
      <w:r w:rsidR="007136C3">
        <w:rPr>
          <w:bCs/>
        </w:rPr>
        <w:t>oznámenia o zmene navrhovanej činnosti</w:t>
      </w:r>
      <w:r w:rsidRPr="003E28A8">
        <w:rPr>
          <w:bCs/>
        </w:rPr>
        <w:t xml:space="preserve"> pripraviť text na podpisy:</w:t>
      </w:r>
    </w:p>
    <w:p w14:paraId="35C7BAAC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proofErr w:type="spellStart"/>
      <w:r w:rsidRPr="003E28A8">
        <w:rPr>
          <w:bCs/>
        </w:rPr>
        <w:t>xxxxxxxxx</w:t>
      </w:r>
      <w:proofErr w:type="spellEnd"/>
      <w:r w:rsidRPr="003E28A8">
        <w:rPr>
          <w:bCs/>
        </w:rPr>
        <w:t>, predseda predstavenstva a generálny riaditeľ</w:t>
      </w:r>
    </w:p>
    <w:p w14:paraId="4A512FC7" w14:textId="77777777" w:rsidR="00543E61" w:rsidRPr="003E28A8" w:rsidRDefault="00543E61" w:rsidP="00543E61">
      <w:pPr>
        <w:pStyle w:val="Hlavika"/>
        <w:tabs>
          <w:tab w:val="clear" w:pos="9071"/>
          <w:tab w:val="left" w:pos="-4860"/>
          <w:tab w:val="left" w:pos="-4820"/>
        </w:tabs>
        <w:rPr>
          <w:bCs/>
        </w:rPr>
      </w:pPr>
      <w:proofErr w:type="spellStart"/>
      <w:r w:rsidRPr="003E28A8">
        <w:rPr>
          <w:bCs/>
        </w:rPr>
        <w:t>xxxxxxxxx</w:t>
      </w:r>
      <w:proofErr w:type="spellEnd"/>
      <w:r w:rsidRPr="003E28A8">
        <w:rPr>
          <w:bCs/>
        </w:rPr>
        <w:t>, podpredseda predstavenstva</w:t>
      </w:r>
    </w:p>
    <w:p w14:paraId="246571B9" w14:textId="77777777" w:rsidR="005F43E5" w:rsidRDefault="005F43E5" w:rsidP="008B3137">
      <w:pPr>
        <w:pStyle w:val="Hlavika"/>
        <w:tabs>
          <w:tab w:val="clear" w:pos="4819"/>
          <w:tab w:val="clear" w:pos="9071"/>
          <w:tab w:val="left" w:pos="-3261"/>
        </w:tabs>
        <w:jc w:val="both"/>
        <w:rPr>
          <w:b/>
          <w:bCs/>
          <w:sz w:val="22"/>
          <w:szCs w:val="22"/>
        </w:rPr>
      </w:pPr>
    </w:p>
    <w:sectPr w:rsidR="005F43E5" w:rsidSect="0028173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2CD0E" w14:textId="77777777" w:rsidR="003620A7" w:rsidRDefault="003620A7">
      <w:r>
        <w:separator/>
      </w:r>
    </w:p>
  </w:endnote>
  <w:endnote w:type="continuationSeparator" w:id="0">
    <w:p w14:paraId="4FA6DCA8" w14:textId="77777777" w:rsidR="003620A7" w:rsidRDefault="00362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2C060" w14:textId="6C1FEE9B" w:rsidR="00264579" w:rsidRDefault="00264579" w:rsidP="00D93012">
    <w:pPr>
      <w:pStyle w:val="Pta"/>
      <w:tabs>
        <w:tab w:val="clear" w:pos="9072"/>
        <w:tab w:val="right" w:pos="9639"/>
      </w:tabs>
    </w:pP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>
      <w:rPr>
        <w:bCs/>
        <w:sz w:val="16"/>
        <w:szCs w:val="16"/>
      </w:rPr>
      <w:tab/>
    </w:r>
    <w:r w:rsidR="00034E70">
      <w:fldChar w:fldCharType="begin"/>
    </w:r>
    <w:r w:rsidR="00445297">
      <w:instrText xml:space="preserve"> PAGE   \* MERGEFORMAT </w:instrText>
    </w:r>
    <w:r w:rsidR="00034E70">
      <w:fldChar w:fldCharType="separate"/>
    </w:r>
    <w:r w:rsidR="00CF46E9">
      <w:rPr>
        <w:noProof/>
      </w:rPr>
      <w:t>2</w:t>
    </w:r>
    <w:r w:rsidR="00034E7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0555786"/>
      <w:docPartObj>
        <w:docPartGallery w:val="Page Numbers (Bottom of Page)"/>
        <w:docPartUnique/>
      </w:docPartObj>
    </w:sdtPr>
    <w:sdtEndPr/>
    <w:sdtContent>
      <w:p w14:paraId="3687395A" w14:textId="4059E119" w:rsidR="00983C0B" w:rsidRDefault="00983C0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FCF">
          <w:rPr>
            <w:noProof/>
          </w:rPr>
          <w:t>1</w:t>
        </w:r>
        <w:r>
          <w:fldChar w:fldCharType="end"/>
        </w:r>
      </w:p>
    </w:sdtContent>
  </w:sdt>
  <w:p w14:paraId="046D92B0" w14:textId="09662A6E" w:rsidR="00264579" w:rsidRPr="00983C0B" w:rsidRDefault="00264579" w:rsidP="00983C0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2A732" w14:textId="77777777" w:rsidR="003620A7" w:rsidRDefault="003620A7">
      <w:r>
        <w:separator/>
      </w:r>
    </w:p>
  </w:footnote>
  <w:footnote w:type="continuationSeparator" w:id="0">
    <w:p w14:paraId="7956BE38" w14:textId="77777777" w:rsidR="003620A7" w:rsidRDefault="003620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7EEDB" w14:textId="77777777" w:rsidR="0028173E" w:rsidRPr="00BB267E" w:rsidRDefault="0028173E" w:rsidP="0028173E">
    <w:pPr>
      <w:pStyle w:val="Hlavika"/>
      <w:jc w:val="both"/>
      <w:rPr>
        <w:bCs/>
        <w:sz w:val="16"/>
        <w:szCs w:val="16"/>
      </w:rPr>
    </w:pPr>
    <w:r>
      <w:rPr>
        <w:bCs/>
        <w:sz w:val="16"/>
        <w:szCs w:val="16"/>
      </w:rPr>
      <w:t xml:space="preserve">Súťažné podklady: </w:t>
    </w:r>
    <w:r w:rsidRPr="00A125D6">
      <w:rPr>
        <w:bCs/>
        <w:sz w:val="16"/>
        <w:szCs w:val="16"/>
      </w:rPr>
      <w:t>Diaľnica D1 Turany - Hubová</w:t>
    </w:r>
    <w:r w:rsidRPr="00A125D6">
      <w:rPr>
        <w:bCs/>
        <w:sz w:val="16"/>
        <w:szCs w:val="16"/>
      </w:rPr>
      <w:tab/>
    </w:r>
    <w:r>
      <w:rPr>
        <w:bCs/>
      </w:rPr>
      <w:tab/>
      <w:t xml:space="preserve">       </w:t>
    </w:r>
    <w:r w:rsidRPr="00BB267E">
      <w:rPr>
        <w:bCs/>
        <w:sz w:val="16"/>
        <w:szCs w:val="16"/>
      </w:rPr>
      <w:t>Národná diaľničná spoločnosť, a.s.</w:t>
    </w:r>
  </w:p>
  <w:p w14:paraId="682328D0" w14:textId="77777777" w:rsidR="0028173E" w:rsidRPr="00BC066C" w:rsidRDefault="0028173E" w:rsidP="0028173E">
    <w:pPr>
      <w:pStyle w:val="Hlavika"/>
      <w:tabs>
        <w:tab w:val="clear" w:pos="9071"/>
        <w:tab w:val="right" w:pos="9540"/>
      </w:tabs>
      <w:rPr>
        <w:b/>
        <w:sz w:val="16"/>
        <w:szCs w:val="16"/>
      </w:rPr>
    </w:pPr>
    <w:r w:rsidRPr="00BB267E">
      <w:rPr>
        <w:bCs/>
        <w:sz w:val="16"/>
        <w:szCs w:val="16"/>
      </w:rPr>
      <w:t xml:space="preserve">Zadávanie nadlimitnej zákazky – práce „FIDIC – žltá kniha“ </w:t>
    </w:r>
    <w:r w:rsidRPr="00BB267E">
      <w:rPr>
        <w:bCs/>
        <w:sz w:val="16"/>
        <w:szCs w:val="16"/>
      </w:rPr>
      <w:tab/>
      <w:t xml:space="preserve">  </w:t>
    </w:r>
    <w:r>
      <w:rPr>
        <w:bCs/>
        <w:sz w:val="16"/>
        <w:szCs w:val="16"/>
      </w:rPr>
      <w:t xml:space="preserve">                                                  </w:t>
    </w:r>
    <w:r w:rsidRPr="00BB267E">
      <w:rPr>
        <w:bCs/>
        <w:sz w:val="16"/>
        <w:szCs w:val="16"/>
      </w:rPr>
      <w:t xml:space="preserve"> Dúbravská cesta 14, 841 04 Bratislava</w:t>
    </w:r>
  </w:p>
  <w:p w14:paraId="5CBFB342" w14:textId="77777777" w:rsidR="00264579" w:rsidRDefault="0026457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467C3" w14:textId="140D2FFB" w:rsidR="00FC550D" w:rsidRDefault="00FC550D" w:rsidP="00FC550D">
    <w:pPr>
      <w:pStyle w:val="Hlavika"/>
      <w:jc w:val="both"/>
      <w:rPr>
        <w:bCs/>
        <w:sz w:val="18"/>
        <w:szCs w:val="18"/>
      </w:rPr>
    </w:pPr>
    <w:bookmarkStart w:id="1" w:name="_Hlk168928898"/>
    <w:bookmarkStart w:id="2" w:name="_Hlk168928897"/>
    <w:bookmarkStart w:id="3" w:name="_Hlk168928896"/>
    <w:bookmarkStart w:id="4" w:name="_Hlk168928895"/>
    <w:r>
      <w:rPr>
        <w:bCs/>
        <w:sz w:val="18"/>
        <w:szCs w:val="18"/>
      </w:rPr>
      <w:t xml:space="preserve">Súťažné podklady: </w:t>
    </w:r>
    <w:r w:rsidR="00AB3044">
      <w:rPr>
        <w:bCs/>
        <w:sz w:val="18"/>
        <w:szCs w:val="18"/>
      </w:rPr>
      <w:t>R</w:t>
    </w:r>
    <w:r w:rsidR="000A5CF0">
      <w:rPr>
        <w:bCs/>
        <w:sz w:val="18"/>
        <w:szCs w:val="18"/>
      </w:rPr>
      <w:t xml:space="preserve">2 </w:t>
    </w:r>
    <w:r w:rsidR="00AB3044">
      <w:rPr>
        <w:bCs/>
        <w:sz w:val="18"/>
        <w:szCs w:val="18"/>
      </w:rPr>
      <w:t>K</w:t>
    </w:r>
    <w:r w:rsidR="000A5CF0">
      <w:rPr>
        <w:bCs/>
        <w:sz w:val="18"/>
        <w:szCs w:val="18"/>
      </w:rPr>
      <w:t xml:space="preserve">rižovatka </w:t>
    </w:r>
    <w:r w:rsidR="00AB3044">
      <w:rPr>
        <w:bCs/>
        <w:sz w:val="18"/>
        <w:szCs w:val="18"/>
      </w:rPr>
      <w:t>Bánovce – východ</w:t>
    </w:r>
    <w:r>
      <w:rPr>
        <w:bCs/>
        <w:sz w:val="18"/>
        <w:szCs w:val="18"/>
      </w:rPr>
      <w:tab/>
    </w:r>
    <w:r>
      <w:rPr>
        <w:bCs/>
        <w:sz w:val="18"/>
        <w:szCs w:val="18"/>
      </w:rPr>
      <w:tab/>
      <w:t xml:space="preserve">               Národná diaľničná spoločnosť, a.s.</w:t>
    </w:r>
  </w:p>
  <w:p w14:paraId="6BED59DC" w14:textId="27C81004" w:rsidR="00FC550D" w:rsidRDefault="00FC550D" w:rsidP="00FC550D">
    <w:pPr>
      <w:pStyle w:val="Hlavika"/>
      <w:rPr>
        <w:sz w:val="18"/>
        <w:szCs w:val="18"/>
      </w:rPr>
    </w:pPr>
    <w:r>
      <w:rPr>
        <w:bCs/>
        <w:sz w:val="18"/>
        <w:szCs w:val="18"/>
      </w:rPr>
      <w:t xml:space="preserve">Zadávanie </w:t>
    </w:r>
    <w:r w:rsidR="003B2FCF">
      <w:rPr>
        <w:bCs/>
        <w:sz w:val="18"/>
        <w:szCs w:val="18"/>
      </w:rPr>
      <w:t>nadlimitne</w:t>
    </w:r>
    <w:r>
      <w:rPr>
        <w:bCs/>
        <w:sz w:val="18"/>
        <w:szCs w:val="18"/>
      </w:rPr>
      <w:t xml:space="preserve">j zákazky – práce „FIDIC – žltá kniha“ </w:t>
    </w:r>
    <w:r>
      <w:rPr>
        <w:bCs/>
        <w:sz w:val="18"/>
        <w:szCs w:val="18"/>
      </w:rPr>
      <w:tab/>
      <w:t xml:space="preserve">                               Dúbravská cesta 14, 841 04 Bratislava</w:t>
    </w:r>
    <w:bookmarkEnd w:id="1"/>
    <w:bookmarkEnd w:id="2"/>
    <w:bookmarkEnd w:id="3"/>
    <w:bookmarkEnd w:id="4"/>
  </w:p>
  <w:p w14:paraId="7C184EE2" w14:textId="77777777" w:rsidR="00264579" w:rsidRPr="00BC066C" w:rsidRDefault="00264579" w:rsidP="007D4CFC">
    <w:pPr>
      <w:pStyle w:val="Hlavika"/>
      <w:tabs>
        <w:tab w:val="clear" w:pos="9071"/>
        <w:tab w:val="right" w:pos="9540"/>
      </w:tabs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051C"/>
    <w:multiLevelType w:val="multilevel"/>
    <w:tmpl w:val="8C201A18"/>
    <w:lvl w:ilvl="0">
      <w:start w:val="2"/>
      <w:numFmt w:val="none"/>
      <w:lvlText w:val="2"/>
      <w:lvlJc w:val="left"/>
      <w:pPr>
        <w:ind w:left="567" w:hanging="567"/>
      </w:pPr>
      <w:rPr>
        <w:rFonts w:hint="default"/>
        <w:b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2.1.1"/>
      <w:lvlJc w:val="left"/>
      <w:pPr>
        <w:ind w:left="567" w:hanging="567"/>
      </w:pPr>
      <w:rPr>
        <w:rFonts w:hint="default"/>
      </w:rPr>
    </w:lvl>
    <w:lvl w:ilvl="3">
      <w:start w:val="2"/>
      <w:numFmt w:val="decimal"/>
      <w:lvlRestart w:val="2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7" w:hanging="567"/>
      </w:pPr>
      <w:rPr>
        <w:rFonts w:hint="default"/>
      </w:rPr>
    </w:lvl>
  </w:abstractNum>
  <w:abstractNum w:abstractNumId="1" w15:restartNumberingAfterBreak="0">
    <w:nsid w:val="04863F2A"/>
    <w:multiLevelType w:val="hybridMultilevel"/>
    <w:tmpl w:val="EDCA1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9319D"/>
    <w:multiLevelType w:val="hybridMultilevel"/>
    <w:tmpl w:val="0B60A9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82160"/>
    <w:multiLevelType w:val="hybridMultilevel"/>
    <w:tmpl w:val="0FEC27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F4BE3"/>
    <w:multiLevelType w:val="hybridMultilevel"/>
    <w:tmpl w:val="1D10672E"/>
    <w:lvl w:ilvl="0" w:tplc="041B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14C6157C"/>
    <w:multiLevelType w:val="hybridMultilevel"/>
    <w:tmpl w:val="3F562A26"/>
    <w:name w:val="List Bullet 1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B3DE8"/>
    <w:multiLevelType w:val="hybridMultilevel"/>
    <w:tmpl w:val="7E2242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D13F9"/>
    <w:multiLevelType w:val="hybridMultilevel"/>
    <w:tmpl w:val="CC02F9E8"/>
    <w:lvl w:ilvl="0" w:tplc="2E8E4698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D3E0882"/>
    <w:multiLevelType w:val="multilevel"/>
    <w:tmpl w:val="FB241936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2.1.1.1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hint="default"/>
      </w:rPr>
    </w:lvl>
  </w:abstractNum>
  <w:abstractNum w:abstractNumId="9" w15:restartNumberingAfterBreak="0">
    <w:nsid w:val="1EBA70E0"/>
    <w:multiLevelType w:val="hybridMultilevel"/>
    <w:tmpl w:val="E2EAC2E6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77856F8"/>
    <w:multiLevelType w:val="hybridMultilevel"/>
    <w:tmpl w:val="64686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A56334"/>
    <w:multiLevelType w:val="hybridMultilevel"/>
    <w:tmpl w:val="2C865C84"/>
    <w:lvl w:ilvl="0" w:tplc="21AAC99E">
      <w:numFmt w:val="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091114"/>
    <w:multiLevelType w:val="hybridMultilevel"/>
    <w:tmpl w:val="0D2EFB92"/>
    <w:lvl w:ilvl="0" w:tplc="B34C11F4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786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AF7D3C"/>
    <w:multiLevelType w:val="hybridMultilevel"/>
    <w:tmpl w:val="83DC26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92E49"/>
    <w:multiLevelType w:val="hybridMultilevel"/>
    <w:tmpl w:val="DE3C561E"/>
    <w:lvl w:ilvl="0" w:tplc="3FFE7456">
      <w:start w:val="1"/>
      <w:numFmt w:val="bullet"/>
      <w:lvlText w:val="●"/>
      <w:lvlJc w:val="left"/>
      <w:pPr>
        <w:ind w:left="502" w:hanging="360"/>
      </w:pPr>
      <w:rPr>
        <w:rFonts w:ascii="Arial" w:hAnsi="Aria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20518"/>
    <w:multiLevelType w:val="hybridMultilevel"/>
    <w:tmpl w:val="434C20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D74AF8"/>
    <w:multiLevelType w:val="hybridMultilevel"/>
    <w:tmpl w:val="1E1A5696"/>
    <w:lvl w:ilvl="0" w:tplc="041B000F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91E7681"/>
    <w:multiLevelType w:val="hybridMultilevel"/>
    <w:tmpl w:val="E5A6A102"/>
    <w:lvl w:ilvl="0" w:tplc="2E8E469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B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A2FA6E">
      <w:start w:val="3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03F00"/>
    <w:multiLevelType w:val="singleLevel"/>
    <w:tmpl w:val="A52AC320"/>
    <w:lvl w:ilvl="0">
      <w:start w:val="1"/>
      <w:numFmt w:val="bullet"/>
      <w:pStyle w:val="bododstavec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9" w15:restartNumberingAfterBreak="0">
    <w:nsid w:val="3BAC6726"/>
    <w:multiLevelType w:val="hybridMultilevel"/>
    <w:tmpl w:val="A934CDBA"/>
    <w:lvl w:ilvl="0" w:tplc="471EA760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C4C7BCC"/>
    <w:multiLevelType w:val="hybridMultilevel"/>
    <w:tmpl w:val="0AD859F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A1173"/>
    <w:multiLevelType w:val="hybridMultilevel"/>
    <w:tmpl w:val="532640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887D8D"/>
    <w:multiLevelType w:val="hybridMultilevel"/>
    <w:tmpl w:val="C6C2A9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A3915"/>
    <w:multiLevelType w:val="hybridMultilevel"/>
    <w:tmpl w:val="1776818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60F45"/>
    <w:multiLevelType w:val="hybridMultilevel"/>
    <w:tmpl w:val="E8687004"/>
    <w:lvl w:ilvl="0" w:tplc="E6C0FD3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13899"/>
    <w:multiLevelType w:val="hybridMultilevel"/>
    <w:tmpl w:val="5A7A9302"/>
    <w:lvl w:ilvl="0" w:tplc="21AAC99E"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EB73BA"/>
    <w:multiLevelType w:val="hybridMultilevel"/>
    <w:tmpl w:val="119E2A06"/>
    <w:lvl w:ilvl="0" w:tplc="041B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 w15:restartNumberingAfterBreak="0">
    <w:nsid w:val="5A606255"/>
    <w:multiLevelType w:val="hybridMultilevel"/>
    <w:tmpl w:val="8EFAA9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D2AAB"/>
    <w:multiLevelType w:val="hybridMultilevel"/>
    <w:tmpl w:val="26C6BD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941165"/>
    <w:multiLevelType w:val="hybridMultilevel"/>
    <w:tmpl w:val="1DF0EA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FC7861"/>
    <w:multiLevelType w:val="multilevel"/>
    <w:tmpl w:val="C3B2346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195523B"/>
    <w:multiLevelType w:val="multilevel"/>
    <w:tmpl w:val="698A5370"/>
    <w:styleLink w:val="tl1"/>
    <w:lvl w:ilvl="0">
      <w:start w:val="1"/>
      <w:numFmt w:val="decimal"/>
      <w:lvlText w:val="%1"/>
      <w:lvlJc w:val="left"/>
      <w:pPr>
        <w:ind w:left="540" w:hanging="540"/>
      </w:pPr>
      <w:rPr>
        <w:rFonts w:ascii="Arial" w:hAnsi="Arial" w:hint="default"/>
        <w:b/>
      </w:rPr>
    </w:lvl>
    <w:lvl w:ilvl="1">
      <w:start w:val="1"/>
      <w:numFmt w:val="decimal"/>
      <w:lvlText w:val="%1.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2830CB2"/>
    <w:multiLevelType w:val="multilevel"/>
    <w:tmpl w:val="2AF8F9A2"/>
    <w:lvl w:ilvl="0">
      <w:start w:val="1"/>
      <w:numFmt w:val="none"/>
      <w:lvlText w:val="2"/>
      <w:lvlJc w:val="left"/>
      <w:pPr>
        <w:ind w:left="567" w:hanging="567"/>
      </w:pPr>
      <w:rPr>
        <w:rFonts w:hint="default"/>
      </w:rPr>
    </w:lvl>
    <w:lvl w:ilvl="1">
      <w:start w:val="1"/>
      <w:numFmt w:val="none"/>
      <w:lvlText w:val="2.1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Restart w:val="0"/>
      <w:lvlText w:val="2.1.2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20" w:hanging="180"/>
      </w:pPr>
      <w:rPr>
        <w:rFonts w:hint="default"/>
      </w:rPr>
    </w:lvl>
  </w:abstractNum>
  <w:abstractNum w:abstractNumId="33" w15:restartNumberingAfterBreak="0">
    <w:nsid w:val="62B042AD"/>
    <w:multiLevelType w:val="hybridMultilevel"/>
    <w:tmpl w:val="5AEC95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9A3568"/>
    <w:multiLevelType w:val="multilevel"/>
    <w:tmpl w:val="EA2083E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Restart w:val="0"/>
      <w:lvlText w:val="%1.%2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681248C"/>
    <w:multiLevelType w:val="hybridMultilevel"/>
    <w:tmpl w:val="7B40DC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6A1BAF"/>
    <w:multiLevelType w:val="hybridMultilevel"/>
    <w:tmpl w:val="6666CD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281E32"/>
    <w:multiLevelType w:val="hybridMultilevel"/>
    <w:tmpl w:val="20F80EE4"/>
    <w:lvl w:ilvl="0" w:tplc="2E8E4698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31277A"/>
    <w:multiLevelType w:val="hybridMultilevel"/>
    <w:tmpl w:val="39D629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C6AA7"/>
    <w:multiLevelType w:val="hybridMultilevel"/>
    <w:tmpl w:val="24D0CB62"/>
    <w:lvl w:ilvl="0" w:tplc="BA9EC136">
      <w:start w:val="1"/>
      <w:numFmt w:val="bullet"/>
      <w:lvlText w:val=""/>
      <w:lvlJc w:val="left"/>
      <w:pPr>
        <w:tabs>
          <w:tab w:val="num" w:pos="1466"/>
        </w:tabs>
        <w:ind w:left="748" w:hanging="567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D019A"/>
    <w:multiLevelType w:val="hybridMultilevel"/>
    <w:tmpl w:val="611CCB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E3854"/>
    <w:multiLevelType w:val="hybridMultilevel"/>
    <w:tmpl w:val="A0183C08"/>
    <w:lvl w:ilvl="0" w:tplc="041B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AAE40DC"/>
    <w:multiLevelType w:val="hybridMultilevel"/>
    <w:tmpl w:val="EA788CD2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4"/>
  </w:num>
  <w:num w:numId="2">
    <w:abstractNumId w:val="37"/>
  </w:num>
  <w:num w:numId="3">
    <w:abstractNumId w:val="17"/>
  </w:num>
  <w:num w:numId="4">
    <w:abstractNumId w:val="7"/>
  </w:num>
  <w:num w:numId="5">
    <w:abstractNumId w:val="41"/>
  </w:num>
  <w:num w:numId="6">
    <w:abstractNumId w:val="28"/>
  </w:num>
  <w:num w:numId="7">
    <w:abstractNumId w:val="15"/>
  </w:num>
  <w:num w:numId="8">
    <w:abstractNumId w:val="3"/>
  </w:num>
  <w:num w:numId="9">
    <w:abstractNumId w:val="1"/>
  </w:num>
  <w:num w:numId="10">
    <w:abstractNumId w:val="2"/>
  </w:num>
  <w:num w:numId="11">
    <w:abstractNumId w:val="19"/>
  </w:num>
  <w:num w:numId="12">
    <w:abstractNumId w:val="29"/>
  </w:num>
  <w:num w:numId="13">
    <w:abstractNumId w:val="35"/>
  </w:num>
  <w:num w:numId="14">
    <w:abstractNumId w:val="23"/>
  </w:num>
  <w:num w:numId="15">
    <w:abstractNumId w:val="30"/>
  </w:num>
  <w:num w:numId="16">
    <w:abstractNumId w:val="31"/>
  </w:num>
  <w:num w:numId="17">
    <w:abstractNumId w:val="32"/>
  </w:num>
  <w:num w:numId="18">
    <w:abstractNumId w:val="0"/>
  </w:num>
  <w:num w:numId="19">
    <w:abstractNumId w:val="8"/>
  </w:num>
  <w:num w:numId="20">
    <w:abstractNumId w:val="33"/>
  </w:num>
  <w:num w:numId="21">
    <w:abstractNumId w:val="13"/>
  </w:num>
  <w:num w:numId="22">
    <w:abstractNumId w:val="6"/>
  </w:num>
  <w:num w:numId="23">
    <w:abstractNumId w:val="27"/>
  </w:num>
  <w:num w:numId="24">
    <w:abstractNumId w:val="21"/>
  </w:num>
  <w:num w:numId="25">
    <w:abstractNumId w:val="4"/>
  </w:num>
  <w:num w:numId="26">
    <w:abstractNumId w:val="36"/>
  </w:num>
  <w:num w:numId="27">
    <w:abstractNumId w:val="18"/>
  </w:num>
  <w:num w:numId="28">
    <w:abstractNumId w:val="25"/>
  </w:num>
  <w:num w:numId="29">
    <w:abstractNumId w:val="11"/>
  </w:num>
  <w:num w:numId="30">
    <w:abstractNumId w:val="14"/>
  </w:num>
  <w:num w:numId="31">
    <w:abstractNumId w:val="38"/>
  </w:num>
  <w:num w:numId="32">
    <w:abstractNumId w:val="24"/>
  </w:num>
  <w:num w:numId="33">
    <w:abstractNumId w:val="40"/>
  </w:num>
  <w:num w:numId="34">
    <w:abstractNumId w:val="9"/>
  </w:num>
  <w:num w:numId="35">
    <w:abstractNumId w:val="39"/>
  </w:num>
  <w:num w:numId="36">
    <w:abstractNumId w:val="16"/>
  </w:num>
  <w:num w:numId="37">
    <w:abstractNumId w:val="26"/>
  </w:num>
  <w:num w:numId="38">
    <w:abstractNumId w:val="10"/>
  </w:num>
  <w:num w:numId="39">
    <w:abstractNumId w:val="22"/>
  </w:num>
  <w:num w:numId="40">
    <w:abstractNumId w:val="20"/>
  </w:num>
  <w:num w:numId="41">
    <w:abstractNumId w:val="12"/>
  </w:num>
  <w:num w:numId="42">
    <w:abstractNumId w:val="4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523"/>
    <w:rsid w:val="000001D6"/>
    <w:rsid w:val="00006FAD"/>
    <w:rsid w:val="00012803"/>
    <w:rsid w:val="00014007"/>
    <w:rsid w:val="00014B32"/>
    <w:rsid w:val="00017824"/>
    <w:rsid w:val="000225E3"/>
    <w:rsid w:val="000229B8"/>
    <w:rsid w:val="00025209"/>
    <w:rsid w:val="00025D0B"/>
    <w:rsid w:val="00034E70"/>
    <w:rsid w:val="000355B5"/>
    <w:rsid w:val="000362AC"/>
    <w:rsid w:val="00037500"/>
    <w:rsid w:val="00044F1A"/>
    <w:rsid w:val="0005083D"/>
    <w:rsid w:val="00055E60"/>
    <w:rsid w:val="000568C5"/>
    <w:rsid w:val="00057481"/>
    <w:rsid w:val="00062836"/>
    <w:rsid w:val="00064CCC"/>
    <w:rsid w:val="00066335"/>
    <w:rsid w:val="00067765"/>
    <w:rsid w:val="00070537"/>
    <w:rsid w:val="000717D1"/>
    <w:rsid w:val="000722D5"/>
    <w:rsid w:val="00081638"/>
    <w:rsid w:val="00081E23"/>
    <w:rsid w:val="00085690"/>
    <w:rsid w:val="0008629D"/>
    <w:rsid w:val="0008798A"/>
    <w:rsid w:val="00090ED1"/>
    <w:rsid w:val="00091CD7"/>
    <w:rsid w:val="00091D70"/>
    <w:rsid w:val="00094E28"/>
    <w:rsid w:val="00097847"/>
    <w:rsid w:val="000A2908"/>
    <w:rsid w:val="000A5CF0"/>
    <w:rsid w:val="000B021D"/>
    <w:rsid w:val="000B056C"/>
    <w:rsid w:val="000B22E1"/>
    <w:rsid w:val="000B3B88"/>
    <w:rsid w:val="000C01E0"/>
    <w:rsid w:val="000C10E8"/>
    <w:rsid w:val="000C1905"/>
    <w:rsid w:val="000D3165"/>
    <w:rsid w:val="000D376F"/>
    <w:rsid w:val="000D781E"/>
    <w:rsid w:val="000E2493"/>
    <w:rsid w:val="000E3DE6"/>
    <w:rsid w:val="000E4A3B"/>
    <w:rsid w:val="000E4E95"/>
    <w:rsid w:val="000F0AE4"/>
    <w:rsid w:val="000F3BEB"/>
    <w:rsid w:val="000F5339"/>
    <w:rsid w:val="000F568C"/>
    <w:rsid w:val="001013A3"/>
    <w:rsid w:val="00102483"/>
    <w:rsid w:val="001028B3"/>
    <w:rsid w:val="0010407E"/>
    <w:rsid w:val="00107647"/>
    <w:rsid w:val="00115D33"/>
    <w:rsid w:val="0012409D"/>
    <w:rsid w:val="00126D07"/>
    <w:rsid w:val="001301F0"/>
    <w:rsid w:val="00131A2C"/>
    <w:rsid w:val="00131B07"/>
    <w:rsid w:val="00131E8A"/>
    <w:rsid w:val="001335FD"/>
    <w:rsid w:val="00134B11"/>
    <w:rsid w:val="00135048"/>
    <w:rsid w:val="00137812"/>
    <w:rsid w:val="0014142E"/>
    <w:rsid w:val="00144D42"/>
    <w:rsid w:val="00146305"/>
    <w:rsid w:val="001467A5"/>
    <w:rsid w:val="00146B4A"/>
    <w:rsid w:val="0015020D"/>
    <w:rsid w:val="001504DE"/>
    <w:rsid w:val="00155460"/>
    <w:rsid w:val="00156669"/>
    <w:rsid w:val="001649AF"/>
    <w:rsid w:val="00171AC4"/>
    <w:rsid w:val="00171BB5"/>
    <w:rsid w:val="0017377E"/>
    <w:rsid w:val="00176F28"/>
    <w:rsid w:val="00180D6E"/>
    <w:rsid w:val="00181608"/>
    <w:rsid w:val="00183227"/>
    <w:rsid w:val="0018322A"/>
    <w:rsid w:val="00184E17"/>
    <w:rsid w:val="00193773"/>
    <w:rsid w:val="00196B18"/>
    <w:rsid w:val="001A200C"/>
    <w:rsid w:val="001A26F7"/>
    <w:rsid w:val="001A432E"/>
    <w:rsid w:val="001C19C9"/>
    <w:rsid w:val="001C6600"/>
    <w:rsid w:val="001C6C87"/>
    <w:rsid w:val="001D07EC"/>
    <w:rsid w:val="001D112E"/>
    <w:rsid w:val="001D17FE"/>
    <w:rsid w:val="001D4237"/>
    <w:rsid w:val="001D5C57"/>
    <w:rsid w:val="001E0D1F"/>
    <w:rsid w:val="001E1F66"/>
    <w:rsid w:val="001E3165"/>
    <w:rsid w:val="001E4E98"/>
    <w:rsid w:val="001E579F"/>
    <w:rsid w:val="001E5F2A"/>
    <w:rsid w:val="001E6D40"/>
    <w:rsid w:val="001F1385"/>
    <w:rsid w:val="001F14E2"/>
    <w:rsid w:val="001F291E"/>
    <w:rsid w:val="001F2F8F"/>
    <w:rsid w:val="001F363F"/>
    <w:rsid w:val="001F3E36"/>
    <w:rsid w:val="0020528D"/>
    <w:rsid w:val="00205D1A"/>
    <w:rsid w:val="00210A4F"/>
    <w:rsid w:val="00211583"/>
    <w:rsid w:val="00211DC3"/>
    <w:rsid w:val="00212996"/>
    <w:rsid w:val="00213C67"/>
    <w:rsid w:val="00216DFE"/>
    <w:rsid w:val="00223F56"/>
    <w:rsid w:val="0022606C"/>
    <w:rsid w:val="0022677B"/>
    <w:rsid w:val="00235ACF"/>
    <w:rsid w:val="00236B97"/>
    <w:rsid w:val="002372DC"/>
    <w:rsid w:val="00237AED"/>
    <w:rsid w:val="00241778"/>
    <w:rsid w:val="002447E0"/>
    <w:rsid w:val="00244F76"/>
    <w:rsid w:val="0024668E"/>
    <w:rsid w:val="00247ADC"/>
    <w:rsid w:val="00247F30"/>
    <w:rsid w:val="00252B56"/>
    <w:rsid w:val="002558A2"/>
    <w:rsid w:val="00260BA5"/>
    <w:rsid w:val="00261BC8"/>
    <w:rsid w:val="00263AE6"/>
    <w:rsid w:val="00264579"/>
    <w:rsid w:val="00264C39"/>
    <w:rsid w:val="00265F97"/>
    <w:rsid w:val="002660FE"/>
    <w:rsid w:val="00267C09"/>
    <w:rsid w:val="002703F6"/>
    <w:rsid w:val="00273E2E"/>
    <w:rsid w:val="00277D20"/>
    <w:rsid w:val="0028173E"/>
    <w:rsid w:val="00283067"/>
    <w:rsid w:val="0028465D"/>
    <w:rsid w:val="00285A65"/>
    <w:rsid w:val="00286099"/>
    <w:rsid w:val="00290CE4"/>
    <w:rsid w:val="00291033"/>
    <w:rsid w:val="00293159"/>
    <w:rsid w:val="00295049"/>
    <w:rsid w:val="00295D90"/>
    <w:rsid w:val="0029745F"/>
    <w:rsid w:val="00297B9B"/>
    <w:rsid w:val="002A6364"/>
    <w:rsid w:val="002A6376"/>
    <w:rsid w:val="002B0B87"/>
    <w:rsid w:val="002B2379"/>
    <w:rsid w:val="002B2E87"/>
    <w:rsid w:val="002C1FE4"/>
    <w:rsid w:val="002C2CAF"/>
    <w:rsid w:val="002C3141"/>
    <w:rsid w:val="002C3B91"/>
    <w:rsid w:val="002C62CD"/>
    <w:rsid w:val="002D1C66"/>
    <w:rsid w:val="002D2BE2"/>
    <w:rsid w:val="002D4097"/>
    <w:rsid w:val="002D4A07"/>
    <w:rsid w:val="002E01E1"/>
    <w:rsid w:val="002E5D7A"/>
    <w:rsid w:val="002E7D1E"/>
    <w:rsid w:val="002F0DE5"/>
    <w:rsid w:val="002F28B3"/>
    <w:rsid w:val="002F373D"/>
    <w:rsid w:val="002F4C7A"/>
    <w:rsid w:val="002F501A"/>
    <w:rsid w:val="002F6501"/>
    <w:rsid w:val="002F7C21"/>
    <w:rsid w:val="0030294E"/>
    <w:rsid w:val="003052DD"/>
    <w:rsid w:val="003061F5"/>
    <w:rsid w:val="00306808"/>
    <w:rsid w:val="00307853"/>
    <w:rsid w:val="003108BF"/>
    <w:rsid w:val="00311BCB"/>
    <w:rsid w:val="00314736"/>
    <w:rsid w:val="003172CB"/>
    <w:rsid w:val="00324538"/>
    <w:rsid w:val="00325031"/>
    <w:rsid w:val="0032507F"/>
    <w:rsid w:val="00325830"/>
    <w:rsid w:val="003269BA"/>
    <w:rsid w:val="00330A63"/>
    <w:rsid w:val="003313DF"/>
    <w:rsid w:val="0033445C"/>
    <w:rsid w:val="00334B8E"/>
    <w:rsid w:val="00335BE2"/>
    <w:rsid w:val="003375D4"/>
    <w:rsid w:val="00337B74"/>
    <w:rsid w:val="003453F6"/>
    <w:rsid w:val="00345AD5"/>
    <w:rsid w:val="00345F50"/>
    <w:rsid w:val="00346100"/>
    <w:rsid w:val="00347213"/>
    <w:rsid w:val="00347BCB"/>
    <w:rsid w:val="0035018F"/>
    <w:rsid w:val="00350523"/>
    <w:rsid w:val="00352C76"/>
    <w:rsid w:val="00353EF2"/>
    <w:rsid w:val="00354675"/>
    <w:rsid w:val="00355E60"/>
    <w:rsid w:val="00357209"/>
    <w:rsid w:val="003620A7"/>
    <w:rsid w:val="00362BD5"/>
    <w:rsid w:val="003712BA"/>
    <w:rsid w:val="00374690"/>
    <w:rsid w:val="00375E4F"/>
    <w:rsid w:val="003774DC"/>
    <w:rsid w:val="003801D4"/>
    <w:rsid w:val="003805A9"/>
    <w:rsid w:val="00382123"/>
    <w:rsid w:val="003824DA"/>
    <w:rsid w:val="00383B3F"/>
    <w:rsid w:val="00387D4F"/>
    <w:rsid w:val="003910B5"/>
    <w:rsid w:val="003929A6"/>
    <w:rsid w:val="003937F7"/>
    <w:rsid w:val="003949E9"/>
    <w:rsid w:val="00395947"/>
    <w:rsid w:val="00395EBD"/>
    <w:rsid w:val="003A0D99"/>
    <w:rsid w:val="003A175B"/>
    <w:rsid w:val="003A4DB2"/>
    <w:rsid w:val="003A6AFC"/>
    <w:rsid w:val="003B2FCF"/>
    <w:rsid w:val="003B50F2"/>
    <w:rsid w:val="003C0958"/>
    <w:rsid w:val="003C4345"/>
    <w:rsid w:val="003C641B"/>
    <w:rsid w:val="003D03ED"/>
    <w:rsid w:val="003D3B45"/>
    <w:rsid w:val="003D3CA4"/>
    <w:rsid w:val="003D5A1C"/>
    <w:rsid w:val="003E08F9"/>
    <w:rsid w:val="003E1052"/>
    <w:rsid w:val="003E3D07"/>
    <w:rsid w:val="003E57F7"/>
    <w:rsid w:val="003E69CA"/>
    <w:rsid w:val="003F1A74"/>
    <w:rsid w:val="003F75C4"/>
    <w:rsid w:val="003F7C19"/>
    <w:rsid w:val="0040234B"/>
    <w:rsid w:val="00405858"/>
    <w:rsid w:val="00410D70"/>
    <w:rsid w:val="004118D6"/>
    <w:rsid w:val="00412399"/>
    <w:rsid w:val="0041513C"/>
    <w:rsid w:val="0041749C"/>
    <w:rsid w:val="004177D2"/>
    <w:rsid w:val="00424B56"/>
    <w:rsid w:val="004264E8"/>
    <w:rsid w:val="004319D5"/>
    <w:rsid w:val="00433BA4"/>
    <w:rsid w:val="00435BD3"/>
    <w:rsid w:val="00436045"/>
    <w:rsid w:val="004364D6"/>
    <w:rsid w:val="00440EBF"/>
    <w:rsid w:val="004431A6"/>
    <w:rsid w:val="0044336F"/>
    <w:rsid w:val="00443568"/>
    <w:rsid w:val="00445297"/>
    <w:rsid w:val="004453DE"/>
    <w:rsid w:val="004513FB"/>
    <w:rsid w:val="00454112"/>
    <w:rsid w:val="0045472E"/>
    <w:rsid w:val="0045721D"/>
    <w:rsid w:val="00460418"/>
    <w:rsid w:val="004627DC"/>
    <w:rsid w:val="00462ABA"/>
    <w:rsid w:val="00462F86"/>
    <w:rsid w:val="00463368"/>
    <w:rsid w:val="00465031"/>
    <w:rsid w:val="00465378"/>
    <w:rsid w:val="004666A6"/>
    <w:rsid w:val="00471FA6"/>
    <w:rsid w:val="00476CE8"/>
    <w:rsid w:val="00476FF8"/>
    <w:rsid w:val="00482C66"/>
    <w:rsid w:val="004864B5"/>
    <w:rsid w:val="0049004B"/>
    <w:rsid w:val="004904EE"/>
    <w:rsid w:val="00492848"/>
    <w:rsid w:val="00493238"/>
    <w:rsid w:val="004A129D"/>
    <w:rsid w:val="004A554E"/>
    <w:rsid w:val="004A72D6"/>
    <w:rsid w:val="004C0E82"/>
    <w:rsid w:val="004C1972"/>
    <w:rsid w:val="004C5244"/>
    <w:rsid w:val="004C66BB"/>
    <w:rsid w:val="004D2F8B"/>
    <w:rsid w:val="004D36CF"/>
    <w:rsid w:val="004D4A3F"/>
    <w:rsid w:val="004D7874"/>
    <w:rsid w:val="004E156B"/>
    <w:rsid w:val="004E5F8A"/>
    <w:rsid w:val="004F7D19"/>
    <w:rsid w:val="00501454"/>
    <w:rsid w:val="005057D9"/>
    <w:rsid w:val="0050764F"/>
    <w:rsid w:val="00507AAD"/>
    <w:rsid w:val="0051356C"/>
    <w:rsid w:val="00513A76"/>
    <w:rsid w:val="0051681E"/>
    <w:rsid w:val="00517AB8"/>
    <w:rsid w:val="00521C74"/>
    <w:rsid w:val="00523AE8"/>
    <w:rsid w:val="00526D7F"/>
    <w:rsid w:val="00527BC6"/>
    <w:rsid w:val="00530E7C"/>
    <w:rsid w:val="0054041D"/>
    <w:rsid w:val="00541A9F"/>
    <w:rsid w:val="005428F9"/>
    <w:rsid w:val="00542CA9"/>
    <w:rsid w:val="00543E61"/>
    <w:rsid w:val="0054602B"/>
    <w:rsid w:val="00550CA3"/>
    <w:rsid w:val="005540DD"/>
    <w:rsid w:val="005548CF"/>
    <w:rsid w:val="00554E9D"/>
    <w:rsid w:val="00556923"/>
    <w:rsid w:val="005602C1"/>
    <w:rsid w:val="0056503E"/>
    <w:rsid w:val="00565401"/>
    <w:rsid w:val="00570B98"/>
    <w:rsid w:val="00572C94"/>
    <w:rsid w:val="00576BC1"/>
    <w:rsid w:val="0058158D"/>
    <w:rsid w:val="005854DF"/>
    <w:rsid w:val="005855CD"/>
    <w:rsid w:val="005A38FF"/>
    <w:rsid w:val="005A59AD"/>
    <w:rsid w:val="005A78BD"/>
    <w:rsid w:val="005B0AED"/>
    <w:rsid w:val="005B5D96"/>
    <w:rsid w:val="005B70CB"/>
    <w:rsid w:val="005C2122"/>
    <w:rsid w:val="005C2CA5"/>
    <w:rsid w:val="005C3A6F"/>
    <w:rsid w:val="005C5EAC"/>
    <w:rsid w:val="005D191B"/>
    <w:rsid w:val="005D1C22"/>
    <w:rsid w:val="005E08ED"/>
    <w:rsid w:val="005E394E"/>
    <w:rsid w:val="005E4617"/>
    <w:rsid w:val="005E5125"/>
    <w:rsid w:val="005E521C"/>
    <w:rsid w:val="005E6469"/>
    <w:rsid w:val="005F0FEA"/>
    <w:rsid w:val="005F27E1"/>
    <w:rsid w:val="005F2B24"/>
    <w:rsid w:val="005F37C9"/>
    <w:rsid w:val="005F3ED7"/>
    <w:rsid w:val="005F43E5"/>
    <w:rsid w:val="005F46E2"/>
    <w:rsid w:val="005F7CB5"/>
    <w:rsid w:val="006044BC"/>
    <w:rsid w:val="00604781"/>
    <w:rsid w:val="00604F3C"/>
    <w:rsid w:val="00605BDF"/>
    <w:rsid w:val="0060719C"/>
    <w:rsid w:val="00607A4A"/>
    <w:rsid w:val="006101EC"/>
    <w:rsid w:val="00610A54"/>
    <w:rsid w:val="006144A1"/>
    <w:rsid w:val="00620F11"/>
    <w:rsid w:val="00623E43"/>
    <w:rsid w:val="00624492"/>
    <w:rsid w:val="00625FB6"/>
    <w:rsid w:val="0062613F"/>
    <w:rsid w:val="00627551"/>
    <w:rsid w:val="00631448"/>
    <w:rsid w:val="00634581"/>
    <w:rsid w:val="006346C4"/>
    <w:rsid w:val="00640074"/>
    <w:rsid w:val="00641C69"/>
    <w:rsid w:val="0064722F"/>
    <w:rsid w:val="00647675"/>
    <w:rsid w:val="00647B92"/>
    <w:rsid w:val="00650701"/>
    <w:rsid w:val="00650D8F"/>
    <w:rsid w:val="00651DD2"/>
    <w:rsid w:val="0065338C"/>
    <w:rsid w:val="0065727B"/>
    <w:rsid w:val="00657986"/>
    <w:rsid w:val="00660DC9"/>
    <w:rsid w:val="006614C6"/>
    <w:rsid w:val="00661B41"/>
    <w:rsid w:val="006671D9"/>
    <w:rsid w:val="00667E16"/>
    <w:rsid w:val="00671253"/>
    <w:rsid w:val="00674342"/>
    <w:rsid w:val="00680156"/>
    <w:rsid w:val="006835D6"/>
    <w:rsid w:val="00697A35"/>
    <w:rsid w:val="006A1A07"/>
    <w:rsid w:val="006A353F"/>
    <w:rsid w:val="006B0E4E"/>
    <w:rsid w:val="006B124D"/>
    <w:rsid w:val="006B1F9C"/>
    <w:rsid w:val="006C097F"/>
    <w:rsid w:val="006C250F"/>
    <w:rsid w:val="006C7055"/>
    <w:rsid w:val="006D0F58"/>
    <w:rsid w:val="006D1185"/>
    <w:rsid w:val="006D1A51"/>
    <w:rsid w:val="006D3581"/>
    <w:rsid w:val="006D53A4"/>
    <w:rsid w:val="006D68F7"/>
    <w:rsid w:val="006E0201"/>
    <w:rsid w:val="006E114F"/>
    <w:rsid w:val="006E137F"/>
    <w:rsid w:val="006E3207"/>
    <w:rsid w:val="006F60C9"/>
    <w:rsid w:val="0070359E"/>
    <w:rsid w:val="00706C48"/>
    <w:rsid w:val="007136C3"/>
    <w:rsid w:val="00714E22"/>
    <w:rsid w:val="00720268"/>
    <w:rsid w:val="00723073"/>
    <w:rsid w:val="00730C8B"/>
    <w:rsid w:val="00731398"/>
    <w:rsid w:val="0073613D"/>
    <w:rsid w:val="00750587"/>
    <w:rsid w:val="007509DF"/>
    <w:rsid w:val="007516F7"/>
    <w:rsid w:val="00751AE8"/>
    <w:rsid w:val="00751FF2"/>
    <w:rsid w:val="00762070"/>
    <w:rsid w:val="00763033"/>
    <w:rsid w:val="007633DC"/>
    <w:rsid w:val="0076389B"/>
    <w:rsid w:val="00767319"/>
    <w:rsid w:val="00770533"/>
    <w:rsid w:val="0077203E"/>
    <w:rsid w:val="00772E7F"/>
    <w:rsid w:val="00773791"/>
    <w:rsid w:val="00777394"/>
    <w:rsid w:val="007815C1"/>
    <w:rsid w:val="007832D9"/>
    <w:rsid w:val="00785AF2"/>
    <w:rsid w:val="00787135"/>
    <w:rsid w:val="00792E2E"/>
    <w:rsid w:val="00797946"/>
    <w:rsid w:val="007A06E8"/>
    <w:rsid w:val="007A6D60"/>
    <w:rsid w:val="007B6261"/>
    <w:rsid w:val="007B74D8"/>
    <w:rsid w:val="007C58DE"/>
    <w:rsid w:val="007C6E15"/>
    <w:rsid w:val="007D2B32"/>
    <w:rsid w:val="007D44AD"/>
    <w:rsid w:val="007D4CFC"/>
    <w:rsid w:val="007E21DB"/>
    <w:rsid w:val="007E7749"/>
    <w:rsid w:val="007F1AAB"/>
    <w:rsid w:val="007F391F"/>
    <w:rsid w:val="007F5494"/>
    <w:rsid w:val="007F7BFC"/>
    <w:rsid w:val="008027C7"/>
    <w:rsid w:val="00803EF1"/>
    <w:rsid w:val="00804C0A"/>
    <w:rsid w:val="00805D5C"/>
    <w:rsid w:val="00807227"/>
    <w:rsid w:val="008101F5"/>
    <w:rsid w:val="008130AF"/>
    <w:rsid w:val="00814E1E"/>
    <w:rsid w:val="00816261"/>
    <w:rsid w:val="008203BF"/>
    <w:rsid w:val="00823481"/>
    <w:rsid w:val="008301CA"/>
    <w:rsid w:val="00831672"/>
    <w:rsid w:val="00833008"/>
    <w:rsid w:val="00834AED"/>
    <w:rsid w:val="008352AF"/>
    <w:rsid w:val="00835E9E"/>
    <w:rsid w:val="00836EAA"/>
    <w:rsid w:val="00837695"/>
    <w:rsid w:val="00842ACD"/>
    <w:rsid w:val="008451C7"/>
    <w:rsid w:val="00846CA6"/>
    <w:rsid w:val="008526FC"/>
    <w:rsid w:val="008548A9"/>
    <w:rsid w:val="00857064"/>
    <w:rsid w:val="0085759F"/>
    <w:rsid w:val="00861E0D"/>
    <w:rsid w:val="00863663"/>
    <w:rsid w:val="008638F0"/>
    <w:rsid w:val="00863FAF"/>
    <w:rsid w:val="00864CEF"/>
    <w:rsid w:val="00865499"/>
    <w:rsid w:val="008768F9"/>
    <w:rsid w:val="00876B2D"/>
    <w:rsid w:val="00876D4C"/>
    <w:rsid w:val="00877048"/>
    <w:rsid w:val="00877F57"/>
    <w:rsid w:val="008813AC"/>
    <w:rsid w:val="00882F74"/>
    <w:rsid w:val="00887D31"/>
    <w:rsid w:val="00895FFF"/>
    <w:rsid w:val="008A6E30"/>
    <w:rsid w:val="008A7D17"/>
    <w:rsid w:val="008B3137"/>
    <w:rsid w:val="008B4713"/>
    <w:rsid w:val="008C3DB6"/>
    <w:rsid w:val="008C4F33"/>
    <w:rsid w:val="008C4FE9"/>
    <w:rsid w:val="008C7AF6"/>
    <w:rsid w:val="008C7E39"/>
    <w:rsid w:val="008D0C30"/>
    <w:rsid w:val="008D13B8"/>
    <w:rsid w:val="008D5FBC"/>
    <w:rsid w:val="008E13CD"/>
    <w:rsid w:val="008E5974"/>
    <w:rsid w:val="008E7778"/>
    <w:rsid w:val="008F2E9B"/>
    <w:rsid w:val="008F4FB1"/>
    <w:rsid w:val="008F6E5E"/>
    <w:rsid w:val="008F7326"/>
    <w:rsid w:val="00900490"/>
    <w:rsid w:val="0090305C"/>
    <w:rsid w:val="00904F8C"/>
    <w:rsid w:val="009060EB"/>
    <w:rsid w:val="00906E66"/>
    <w:rsid w:val="009079FC"/>
    <w:rsid w:val="009106E5"/>
    <w:rsid w:val="00915BC3"/>
    <w:rsid w:val="00917FF4"/>
    <w:rsid w:val="00921E6F"/>
    <w:rsid w:val="00925FBF"/>
    <w:rsid w:val="009303A3"/>
    <w:rsid w:val="009315CB"/>
    <w:rsid w:val="00933E4D"/>
    <w:rsid w:val="00935F7F"/>
    <w:rsid w:val="009377E7"/>
    <w:rsid w:val="009420EB"/>
    <w:rsid w:val="00943C88"/>
    <w:rsid w:val="00944CC2"/>
    <w:rsid w:val="00950777"/>
    <w:rsid w:val="00954B3E"/>
    <w:rsid w:val="0096028D"/>
    <w:rsid w:val="00966241"/>
    <w:rsid w:val="00973195"/>
    <w:rsid w:val="009737DD"/>
    <w:rsid w:val="00976044"/>
    <w:rsid w:val="00976D09"/>
    <w:rsid w:val="00976F45"/>
    <w:rsid w:val="00980CF2"/>
    <w:rsid w:val="009824C9"/>
    <w:rsid w:val="00983ACA"/>
    <w:rsid w:val="00983C0B"/>
    <w:rsid w:val="00990219"/>
    <w:rsid w:val="009918B5"/>
    <w:rsid w:val="00991AAB"/>
    <w:rsid w:val="00991D9A"/>
    <w:rsid w:val="00993DF4"/>
    <w:rsid w:val="00993E78"/>
    <w:rsid w:val="00994AE4"/>
    <w:rsid w:val="00995DFE"/>
    <w:rsid w:val="00997480"/>
    <w:rsid w:val="009A12D8"/>
    <w:rsid w:val="009A3652"/>
    <w:rsid w:val="009A39EB"/>
    <w:rsid w:val="009A4B8F"/>
    <w:rsid w:val="009A4E0D"/>
    <w:rsid w:val="009A7B66"/>
    <w:rsid w:val="009B52AD"/>
    <w:rsid w:val="009B7031"/>
    <w:rsid w:val="009B711E"/>
    <w:rsid w:val="009C060F"/>
    <w:rsid w:val="009C0FED"/>
    <w:rsid w:val="009C3357"/>
    <w:rsid w:val="009D44AF"/>
    <w:rsid w:val="009D49D2"/>
    <w:rsid w:val="009D59B2"/>
    <w:rsid w:val="009D7E3E"/>
    <w:rsid w:val="009E3BF7"/>
    <w:rsid w:val="009E7552"/>
    <w:rsid w:val="009F04C0"/>
    <w:rsid w:val="009F0EFA"/>
    <w:rsid w:val="009F244A"/>
    <w:rsid w:val="009F658E"/>
    <w:rsid w:val="009F76A1"/>
    <w:rsid w:val="00A016F3"/>
    <w:rsid w:val="00A01BDC"/>
    <w:rsid w:val="00A02C8B"/>
    <w:rsid w:val="00A04113"/>
    <w:rsid w:val="00A0663A"/>
    <w:rsid w:val="00A101EB"/>
    <w:rsid w:val="00A106F1"/>
    <w:rsid w:val="00A13FE3"/>
    <w:rsid w:val="00A15F41"/>
    <w:rsid w:val="00A164B2"/>
    <w:rsid w:val="00A16BF9"/>
    <w:rsid w:val="00A175F6"/>
    <w:rsid w:val="00A364E4"/>
    <w:rsid w:val="00A417C9"/>
    <w:rsid w:val="00A44B1A"/>
    <w:rsid w:val="00A54082"/>
    <w:rsid w:val="00A5442D"/>
    <w:rsid w:val="00A54839"/>
    <w:rsid w:val="00A5734F"/>
    <w:rsid w:val="00A605C3"/>
    <w:rsid w:val="00A636BD"/>
    <w:rsid w:val="00A63978"/>
    <w:rsid w:val="00A639FF"/>
    <w:rsid w:val="00A6411B"/>
    <w:rsid w:val="00A664FB"/>
    <w:rsid w:val="00A67AB3"/>
    <w:rsid w:val="00A8408C"/>
    <w:rsid w:val="00A85163"/>
    <w:rsid w:val="00A8643B"/>
    <w:rsid w:val="00A866B3"/>
    <w:rsid w:val="00A9056D"/>
    <w:rsid w:val="00A94BB1"/>
    <w:rsid w:val="00A96EB2"/>
    <w:rsid w:val="00AA1DC7"/>
    <w:rsid w:val="00AA5F1D"/>
    <w:rsid w:val="00AB3044"/>
    <w:rsid w:val="00AB4264"/>
    <w:rsid w:val="00AB5020"/>
    <w:rsid w:val="00AC2FF7"/>
    <w:rsid w:val="00AC6123"/>
    <w:rsid w:val="00AD3EE9"/>
    <w:rsid w:val="00AD68D5"/>
    <w:rsid w:val="00AE0516"/>
    <w:rsid w:val="00AF2EB9"/>
    <w:rsid w:val="00AF5C1C"/>
    <w:rsid w:val="00AF7609"/>
    <w:rsid w:val="00B00845"/>
    <w:rsid w:val="00B014FE"/>
    <w:rsid w:val="00B01962"/>
    <w:rsid w:val="00B10D7F"/>
    <w:rsid w:val="00B10F79"/>
    <w:rsid w:val="00B14E89"/>
    <w:rsid w:val="00B17213"/>
    <w:rsid w:val="00B26C76"/>
    <w:rsid w:val="00B26EE9"/>
    <w:rsid w:val="00B31C22"/>
    <w:rsid w:val="00B321BD"/>
    <w:rsid w:val="00B33090"/>
    <w:rsid w:val="00B34512"/>
    <w:rsid w:val="00B35C31"/>
    <w:rsid w:val="00B35C9B"/>
    <w:rsid w:val="00B36BA3"/>
    <w:rsid w:val="00B36DDF"/>
    <w:rsid w:val="00B43FD7"/>
    <w:rsid w:val="00B449AD"/>
    <w:rsid w:val="00B45111"/>
    <w:rsid w:val="00B51E71"/>
    <w:rsid w:val="00B567F9"/>
    <w:rsid w:val="00B57C89"/>
    <w:rsid w:val="00B60AA2"/>
    <w:rsid w:val="00B65DBE"/>
    <w:rsid w:val="00B67E68"/>
    <w:rsid w:val="00B80F80"/>
    <w:rsid w:val="00B81094"/>
    <w:rsid w:val="00B81994"/>
    <w:rsid w:val="00B8365F"/>
    <w:rsid w:val="00B8544C"/>
    <w:rsid w:val="00B86896"/>
    <w:rsid w:val="00B87F55"/>
    <w:rsid w:val="00B96F0B"/>
    <w:rsid w:val="00B97C55"/>
    <w:rsid w:val="00BA15AF"/>
    <w:rsid w:val="00BA2674"/>
    <w:rsid w:val="00BA30EE"/>
    <w:rsid w:val="00BA33D1"/>
    <w:rsid w:val="00BA448A"/>
    <w:rsid w:val="00BA7E5E"/>
    <w:rsid w:val="00BB114D"/>
    <w:rsid w:val="00BB33A7"/>
    <w:rsid w:val="00BB4557"/>
    <w:rsid w:val="00BC066C"/>
    <w:rsid w:val="00BC0C25"/>
    <w:rsid w:val="00BC0F02"/>
    <w:rsid w:val="00BC4A19"/>
    <w:rsid w:val="00BC4DE6"/>
    <w:rsid w:val="00BC5DDF"/>
    <w:rsid w:val="00BD0133"/>
    <w:rsid w:val="00BD46E0"/>
    <w:rsid w:val="00BE0116"/>
    <w:rsid w:val="00BE216D"/>
    <w:rsid w:val="00BF1C61"/>
    <w:rsid w:val="00BF2192"/>
    <w:rsid w:val="00BF373B"/>
    <w:rsid w:val="00BF3C69"/>
    <w:rsid w:val="00BF6504"/>
    <w:rsid w:val="00C020E4"/>
    <w:rsid w:val="00C0353D"/>
    <w:rsid w:val="00C04648"/>
    <w:rsid w:val="00C126D2"/>
    <w:rsid w:val="00C2655F"/>
    <w:rsid w:val="00C276C6"/>
    <w:rsid w:val="00C30765"/>
    <w:rsid w:val="00C30C40"/>
    <w:rsid w:val="00C3319E"/>
    <w:rsid w:val="00C3397D"/>
    <w:rsid w:val="00C343A6"/>
    <w:rsid w:val="00C3446A"/>
    <w:rsid w:val="00C37B5F"/>
    <w:rsid w:val="00C37DF6"/>
    <w:rsid w:val="00C37E89"/>
    <w:rsid w:val="00C42FFE"/>
    <w:rsid w:val="00C44615"/>
    <w:rsid w:val="00C44FCB"/>
    <w:rsid w:val="00C45AD8"/>
    <w:rsid w:val="00C4645B"/>
    <w:rsid w:val="00C47476"/>
    <w:rsid w:val="00C54C27"/>
    <w:rsid w:val="00C57F9A"/>
    <w:rsid w:val="00C61FC8"/>
    <w:rsid w:val="00C64118"/>
    <w:rsid w:val="00C65FE6"/>
    <w:rsid w:val="00C70372"/>
    <w:rsid w:val="00C712E7"/>
    <w:rsid w:val="00C71414"/>
    <w:rsid w:val="00C715CD"/>
    <w:rsid w:val="00C74500"/>
    <w:rsid w:val="00C75AB9"/>
    <w:rsid w:val="00C768B0"/>
    <w:rsid w:val="00C82A4B"/>
    <w:rsid w:val="00C84436"/>
    <w:rsid w:val="00C8538A"/>
    <w:rsid w:val="00C91E92"/>
    <w:rsid w:val="00C92503"/>
    <w:rsid w:val="00C95BB0"/>
    <w:rsid w:val="00CA7BBB"/>
    <w:rsid w:val="00CA7F69"/>
    <w:rsid w:val="00CB3F3A"/>
    <w:rsid w:val="00CC38FB"/>
    <w:rsid w:val="00CC4258"/>
    <w:rsid w:val="00CD2595"/>
    <w:rsid w:val="00CE1A51"/>
    <w:rsid w:val="00CE30F9"/>
    <w:rsid w:val="00CE62F0"/>
    <w:rsid w:val="00CF0456"/>
    <w:rsid w:val="00CF3C30"/>
    <w:rsid w:val="00CF46E9"/>
    <w:rsid w:val="00CF5CFA"/>
    <w:rsid w:val="00D0342E"/>
    <w:rsid w:val="00D11D8A"/>
    <w:rsid w:val="00D1223F"/>
    <w:rsid w:val="00D12B67"/>
    <w:rsid w:val="00D12F70"/>
    <w:rsid w:val="00D14640"/>
    <w:rsid w:val="00D2439B"/>
    <w:rsid w:val="00D31535"/>
    <w:rsid w:val="00D31870"/>
    <w:rsid w:val="00D34CCA"/>
    <w:rsid w:val="00D358E1"/>
    <w:rsid w:val="00D41C5E"/>
    <w:rsid w:val="00D45C71"/>
    <w:rsid w:val="00D46CA2"/>
    <w:rsid w:val="00D478F7"/>
    <w:rsid w:val="00D47B2D"/>
    <w:rsid w:val="00D51060"/>
    <w:rsid w:val="00D513B1"/>
    <w:rsid w:val="00D52030"/>
    <w:rsid w:val="00D52AAE"/>
    <w:rsid w:val="00D558E6"/>
    <w:rsid w:val="00D56D57"/>
    <w:rsid w:val="00D614A8"/>
    <w:rsid w:val="00D61A9D"/>
    <w:rsid w:val="00D61CB7"/>
    <w:rsid w:val="00D62FB1"/>
    <w:rsid w:val="00D66AC4"/>
    <w:rsid w:val="00D70932"/>
    <w:rsid w:val="00D71EE4"/>
    <w:rsid w:val="00D73DB9"/>
    <w:rsid w:val="00D743D1"/>
    <w:rsid w:val="00D74D41"/>
    <w:rsid w:val="00D80DE1"/>
    <w:rsid w:val="00D81C71"/>
    <w:rsid w:val="00D8683B"/>
    <w:rsid w:val="00D913BE"/>
    <w:rsid w:val="00D93012"/>
    <w:rsid w:val="00D9633B"/>
    <w:rsid w:val="00DA4646"/>
    <w:rsid w:val="00DA5244"/>
    <w:rsid w:val="00DB58B3"/>
    <w:rsid w:val="00DB6DED"/>
    <w:rsid w:val="00DC3578"/>
    <w:rsid w:val="00DC3E6A"/>
    <w:rsid w:val="00DD2825"/>
    <w:rsid w:val="00DD4735"/>
    <w:rsid w:val="00DD4FD2"/>
    <w:rsid w:val="00DD6E82"/>
    <w:rsid w:val="00DE27A9"/>
    <w:rsid w:val="00DE42F2"/>
    <w:rsid w:val="00DE784E"/>
    <w:rsid w:val="00DF3B96"/>
    <w:rsid w:val="00DF4477"/>
    <w:rsid w:val="00DF651C"/>
    <w:rsid w:val="00E0072E"/>
    <w:rsid w:val="00E056A0"/>
    <w:rsid w:val="00E103A7"/>
    <w:rsid w:val="00E110F8"/>
    <w:rsid w:val="00E12937"/>
    <w:rsid w:val="00E13B3D"/>
    <w:rsid w:val="00E16870"/>
    <w:rsid w:val="00E17EC8"/>
    <w:rsid w:val="00E20226"/>
    <w:rsid w:val="00E2094D"/>
    <w:rsid w:val="00E22987"/>
    <w:rsid w:val="00E267E8"/>
    <w:rsid w:val="00E3037A"/>
    <w:rsid w:val="00E32D16"/>
    <w:rsid w:val="00E36942"/>
    <w:rsid w:val="00E375E7"/>
    <w:rsid w:val="00E40370"/>
    <w:rsid w:val="00E42CEA"/>
    <w:rsid w:val="00E431F3"/>
    <w:rsid w:val="00E44459"/>
    <w:rsid w:val="00E54FE8"/>
    <w:rsid w:val="00E5562F"/>
    <w:rsid w:val="00E57D2B"/>
    <w:rsid w:val="00E60FDD"/>
    <w:rsid w:val="00E6165A"/>
    <w:rsid w:val="00E62522"/>
    <w:rsid w:val="00E62D2C"/>
    <w:rsid w:val="00E635A3"/>
    <w:rsid w:val="00E64E03"/>
    <w:rsid w:val="00E661DA"/>
    <w:rsid w:val="00E67055"/>
    <w:rsid w:val="00E71563"/>
    <w:rsid w:val="00E71BF5"/>
    <w:rsid w:val="00E72A00"/>
    <w:rsid w:val="00E77E58"/>
    <w:rsid w:val="00E81E17"/>
    <w:rsid w:val="00E85BA2"/>
    <w:rsid w:val="00E9088B"/>
    <w:rsid w:val="00E9392C"/>
    <w:rsid w:val="00E943D3"/>
    <w:rsid w:val="00E9705E"/>
    <w:rsid w:val="00E97F3E"/>
    <w:rsid w:val="00EA0F58"/>
    <w:rsid w:val="00EB0944"/>
    <w:rsid w:val="00EB19D0"/>
    <w:rsid w:val="00EC11A8"/>
    <w:rsid w:val="00EC4E7B"/>
    <w:rsid w:val="00EC50F7"/>
    <w:rsid w:val="00EC5F36"/>
    <w:rsid w:val="00EC7480"/>
    <w:rsid w:val="00EC7565"/>
    <w:rsid w:val="00EC7A18"/>
    <w:rsid w:val="00ED2C88"/>
    <w:rsid w:val="00ED319D"/>
    <w:rsid w:val="00EE0791"/>
    <w:rsid w:val="00EE082B"/>
    <w:rsid w:val="00EE18E1"/>
    <w:rsid w:val="00EE40AF"/>
    <w:rsid w:val="00EE5501"/>
    <w:rsid w:val="00EF1817"/>
    <w:rsid w:val="00EF403F"/>
    <w:rsid w:val="00EF4703"/>
    <w:rsid w:val="00EF51A9"/>
    <w:rsid w:val="00EF5502"/>
    <w:rsid w:val="00EF5F2A"/>
    <w:rsid w:val="00EF6B41"/>
    <w:rsid w:val="00EF7EFC"/>
    <w:rsid w:val="00F073AF"/>
    <w:rsid w:val="00F10401"/>
    <w:rsid w:val="00F12201"/>
    <w:rsid w:val="00F132DB"/>
    <w:rsid w:val="00F14397"/>
    <w:rsid w:val="00F14F9E"/>
    <w:rsid w:val="00F23700"/>
    <w:rsid w:val="00F24449"/>
    <w:rsid w:val="00F36415"/>
    <w:rsid w:val="00F401D5"/>
    <w:rsid w:val="00F40C31"/>
    <w:rsid w:val="00F42199"/>
    <w:rsid w:val="00F42FF5"/>
    <w:rsid w:val="00F432DE"/>
    <w:rsid w:val="00F4536C"/>
    <w:rsid w:val="00F50838"/>
    <w:rsid w:val="00F52B8C"/>
    <w:rsid w:val="00F53A38"/>
    <w:rsid w:val="00F54B9A"/>
    <w:rsid w:val="00F55371"/>
    <w:rsid w:val="00F64269"/>
    <w:rsid w:val="00F70694"/>
    <w:rsid w:val="00F73F49"/>
    <w:rsid w:val="00F819C8"/>
    <w:rsid w:val="00F91210"/>
    <w:rsid w:val="00F94596"/>
    <w:rsid w:val="00FA1900"/>
    <w:rsid w:val="00FA23DD"/>
    <w:rsid w:val="00FA3182"/>
    <w:rsid w:val="00FA51ED"/>
    <w:rsid w:val="00FA656E"/>
    <w:rsid w:val="00FB2902"/>
    <w:rsid w:val="00FB36DA"/>
    <w:rsid w:val="00FB512D"/>
    <w:rsid w:val="00FC0277"/>
    <w:rsid w:val="00FC2195"/>
    <w:rsid w:val="00FC22D6"/>
    <w:rsid w:val="00FC550D"/>
    <w:rsid w:val="00FD0E7B"/>
    <w:rsid w:val="00FD223B"/>
    <w:rsid w:val="00FD2DBE"/>
    <w:rsid w:val="00FD4E54"/>
    <w:rsid w:val="00FD7025"/>
    <w:rsid w:val="00FD72F8"/>
    <w:rsid w:val="00FD7EAB"/>
    <w:rsid w:val="00FE1BF7"/>
    <w:rsid w:val="00FE2BDA"/>
    <w:rsid w:val="00FE7C78"/>
    <w:rsid w:val="00FF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81A372"/>
  <w15:docId w15:val="{6F6FB84B-7E8C-4845-847F-71DDD912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088B"/>
    <w:pPr>
      <w:autoSpaceDE w:val="0"/>
      <w:autoSpaceDN w:val="0"/>
      <w:spacing w:before="20" w:after="20" w:line="240" w:lineRule="exact"/>
    </w:pPr>
    <w:rPr>
      <w:rFonts w:ascii="Arial" w:hAnsi="Arial" w:cs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C066C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997480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4E156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5">
    <w:name w:val="heading 5"/>
    <w:basedOn w:val="Normlny"/>
    <w:next w:val="Normlny"/>
    <w:qFormat/>
    <w:rsid w:val="002B0B8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9088B"/>
    <w:pPr>
      <w:tabs>
        <w:tab w:val="center" w:pos="4819"/>
        <w:tab w:val="right" w:pos="9071"/>
      </w:tabs>
      <w:spacing w:before="0" w:after="0" w:line="240" w:lineRule="auto"/>
    </w:pPr>
  </w:style>
  <w:style w:type="paragraph" w:customStyle="1" w:styleId="Vec">
    <w:name w:val="Vec"/>
    <w:basedOn w:val="Normlny"/>
    <w:next w:val="Normlny"/>
    <w:rsid w:val="00E9088B"/>
    <w:pPr>
      <w:spacing w:before="120" w:after="0"/>
    </w:pPr>
    <w:rPr>
      <w:b/>
      <w:bCs/>
    </w:rPr>
  </w:style>
  <w:style w:type="paragraph" w:customStyle="1" w:styleId="Org">
    <w:name w:val="Org"/>
    <w:basedOn w:val="Normlny"/>
    <w:next w:val="Vybavuje"/>
    <w:rsid w:val="00E9088B"/>
  </w:style>
  <w:style w:type="paragraph" w:customStyle="1" w:styleId="Vybavuje">
    <w:name w:val="Vybavuje"/>
    <w:basedOn w:val="Normlny"/>
    <w:next w:val="Tel"/>
    <w:rsid w:val="00E9088B"/>
  </w:style>
  <w:style w:type="paragraph" w:customStyle="1" w:styleId="Tel">
    <w:name w:val="Tel"/>
    <w:basedOn w:val="Normlny"/>
    <w:next w:val="Name1"/>
    <w:rsid w:val="00E9088B"/>
  </w:style>
  <w:style w:type="paragraph" w:customStyle="1" w:styleId="Name1">
    <w:name w:val="Name1"/>
    <w:basedOn w:val="Normlny"/>
    <w:next w:val="Name2"/>
    <w:rsid w:val="00E9088B"/>
  </w:style>
  <w:style w:type="paragraph" w:customStyle="1" w:styleId="Name2">
    <w:name w:val="Name2"/>
    <w:basedOn w:val="Normlny"/>
    <w:next w:val="Name3"/>
    <w:rsid w:val="00E9088B"/>
  </w:style>
  <w:style w:type="paragraph" w:customStyle="1" w:styleId="Name3">
    <w:name w:val="Name3"/>
    <w:basedOn w:val="Normlny"/>
    <w:next w:val="Nasaznacka"/>
    <w:rsid w:val="00E9088B"/>
  </w:style>
  <w:style w:type="paragraph" w:customStyle="1" w:styleId="Nasaznacka">
    <w:name w:val="Nasaznacka"/>
    <w:basedOn w:val="Normlny"/>
    <w:next w:val="Vec"/>
    <w:rsid w:val="00E9088B"/>
    <w:pPr>
      <w:spacing w:before="60"/>
    </w:pPr>
  </w:style>
  <w:style w:type="paragraph" w:customStyle="1" w:styleId="Meno1">
    <w:name w:val="Meno1"/>
    <w:basedOn w:val="Normlny"/>
    <w:next w:val="Meno2"/>
    <w:rsid w:val="00E9088B"/>
  </w:style>
  <w:style w:type="paragraph" w:customStyle="1" w:styleId="Meno2">
    <w:name w:val="Meno2"/>
    <w:basedOn w:val="Normlny"/>
    <w:next w:val="Vec"/>
    <w:rsid w:val="00E9088B"/>
  </w:style>
  <w:style w:type="paragraph" w:styleId="Zkladntext">
    <w:name w:val="Body Text"/>
    <w:basedOn w:val="Normlny"/>
    <w:rsid w:val="00E9088B"/>
    <w:pPr>
      <w:spacing w:before="0" w:after="0" w:line="240" w:lineRule="auto"/>
      <w:jc w:val="both"/>
    </w:pPr>
    <w:rPr>
      <w:sz w:val="22"/>
      <w:szCs w:val="22"/>
    </w:rPr>
  </w:style>
  <w:style w:type="paragraph" w:styleId="Pta">
    <w:name w:val="footer"/>
    <w:basedOn w:val="Normlny"/>
    <w:link w:val="PtaChar"/>
    <w:uiPriority w:val="99"/>
    <w:rsid w:val="006A1A07"/>
    <w:pPr>
      <w:tabs>
        <w:tab w:val="center" w:pos="4536"/>
        <w:tab w:val="right" w:pos="9072"/>
      </w:tabs>
    </w:pPr>
  </w:style>
  <w:style w:type="paragraph" w:styleId="Zarkazkladnhotextu2">
    <w:name w:val="Body Text Indent 2"/>
    <w:basedOn w:val="Normlny"/>
    <w:rsid w:val="00EE0791"/>
    <w:pPr>
      <w:spacing w:after="120" w:line="480" w:lineRule="auto"/>
      <w:ind w:left="283"/>
    </w:pPr>
  </w:style>
  <w:style w:type="character" w:styleId="Hypertextovprepojenie">
    <w:name w:val="Hyperlink"/>
    <w:basedOn w:val="Predvolenpsmoodseku"/>
    <w:rsid w:val="006D0F58"/>
    <w:rPr>
      <w:color w:val="0000FF"/>
      <w:u w:val="single"/>
    </w:rPr>
  </w:style>
  <w:style w:type="character" w:customStyle="1" w:styleId="HlavikaChar">
    <w:name w:val="Hlavička Char"/>
    <w:basedOn w:val="Predvolenpsmoodseku"/>
    <w:link w:val="Hlavika"/>
    <w:rsid w:val="00F73F49"/>
    <w:rPr>
      <w:rFonts w:ascii="Arial" w:hAnsi="Arial" w:cs="Arial"/>
      <w:lang w:eastAsia="cs-CZ"/>
    </w:rPr>
  </w:style>
  <w:style w:type="numbering" w:customStyle="1" w:styleId="tl1">
    <w:name w:val="Štýl1"/>
    <w:rsid w:val="003313DF"/>
    <w:pPr>
      <w:numPr>
        <w:numId w:val="16"/>
      </w:numPr>
    </w:pPr>
  </w:style>
  <w:style w:type="paragraph" w:styleId="Odsekzoznamu">
    <w:name w:val="List Paragraph"/>
    <w:basedOn w:val="Normlny"/>
    <w:uiPriority w:val="34"/>
    <w:qFormat/>
    <w:rsid w:val="001E0D1F"/>
    <w:pPr>
      <w:ind w:left="708"/>
    </w:pPr>
  </w:style>
  <w:style w:type="character" w:customStyle="1" w:styleId="PtaChar">
    <w:name w:val="Päta Char"/>
    <w:basedOn w:val="Predvolenpsmoodseku"/>
    <w:link w:val="Pta"/>
    <w:uiPriority w:val="99"/>
    <w:rsid w:val="00BC066C"/>
    <w:rPr>
      <w:rFonts w:ascii="Arial" w:hAnsi="Arial" w:cs="Arial"/>
      <w:lang w:eastAsia="cs-CZ"/>
    </w:rPr>
  </w:style>
  <w:style w:type="character" w:customStyle="1" w:styleId="Nadpis1Char">
    <w:name w:val="Nadpis 1 Char"/>
    <w:basedOn w:val="Predvolenpsmoodseku"/>
    <w:link w:val="Nadpis1"/>
    <w:rsid w:val="00BC066C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y"/>
    <w:link w:val="TextbublinyChar"/>
    <w:rsid w:val="006C097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6C097F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Predvolenpsmoodseku"/>
    <w:qFormat/>
    <w:rsid w:val="00762070"/>
    <w:rPr>
      <w:b/>
      <w:bCs/>
    </w:rPr>
  </w:style>
  <w:style w:type="character" w:styleId="Odkaznakomentr">
    <w:name w:val="annotation reference"/>
    <w:basedOn w:val="Predvolenpsmoodseku"/>
    <w:rsid w:val="00B67E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B67E68"/>
  </w:style>
  <w:style w:type="character" w:customStyle="1" w:styleId="TextkomentraChar">
    <w:name w:val="Text komentára Char"/>
    <w:basedOn w:val="Predvolenpsmoodseku"/>
    <w:link w:val="Textkomentra"/>
    <w:uiPriority w:val="99"/>
    <w:rsid w:val="00B67E68"/>
    <w:rPr>
      <w:rFonts w:ascii="Arial" w:hAnsi="Arial" w:cs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B67E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B67E68"/>
    <w:rPr>
      <w:rFonts w:ascii="Arial" w:hAnsi="Arial" w:cs="Arial"/>
      <w:b/>
      <w:bCs/>
      <w:lang w:eastAsia="cs-CZ"/>
    </w:rPr>
  </w:style>
  <w:style w:type="paragraph" w:customStyle="1" w:styleId="Atext">
    <w:name w:val="A) text"/>
    <w:basedOn w:val="Nadpis5"/>
    <w:link w:val="AtextChar"/>
    <w:rsid w:val="002B0B87"/>
    <w:pPr>
      <w:keepNext/>
      <w:autoSpaceDE/>
      <w:autoSpaceDN/>
      <w:spacing w:before="120" w:after="0" w:line="240" w:lineRule="auto"/>
      <w:jc w:val="both"/>
    </w:pPr>
    <w:rPr>
      <w:rFonts w:ascii="Times New Roman" w:eastAsia="Calibri" w:hAnsi="Times New Roman" w:cs="Times New Roman"/>
      <w:b w:val="0"/>
      <w:bCs w:val="0"/>
      <w:i w:val="0"/>
      <w:iCs w:val="0"/>
      <w:sz w:val="22"/>
      <w:szCs w:val="20"/>
    </w:rPr>
  </w:style>
  <w:style w:type="paragraph" w:customStyle="1" w:styleId="bododstavec">
    <w:name w:val="bod odstavec"/>
    <w:basedOn w:val="Normlny"/>
    <w:link w:val="bododstavecChar"/>
    <w:rsid w:val="002B0B87"/>
    <w:pPr>
      <w:numPr>
        <w:numId w:val="27"/>
      </w:numPr>
      <w:autoSpaceDE/>
      <w:autoSpaceDN/>
      <w:spacing w:before="0" w:after="60" w:line="240" w:lineRule="auto"/>
      <w:jc w:val="both"/>
    </w:pPr>
    <w:rPr>
      <w:rFonts w:ascii="Times New Roman" w:eastAsia="Calibri" w:hAnsi="Times New Roman" w:cs="Times New Roman"/>
      <w:sz w:val="22"/>
    </w:rPr>
  </w:style>
  <w:style w:type="character" w:customStyle="1" w:styleId="bododstavecChar">
    <w:name w:val="bod odstavec Char"/>
    <w:basedOn w:val="Predvolenpsmoodseku"/>
    <w:link w:val="bododstavec"/>
    <w:locked/>
    <w:rsid w:val="002B0B87"/>
    <w:rPr>
      <w:rFonts w:eastAsia="Calibri"/>
      <w:sz w:val="22"/>
      <w:lang w:eastAsia="cs-CZ"/>
    </w:rPr>
  </w:style>
  <w:style w:type="character" w:customStyle="1" w:styleId="AtextChar">
    <w:name w:val="A) text Char"/>
    <w:basedOn w:val="Predvolenpsmoodseku"/>
    <w:link w:val="Atext"/>
    <w:locked/>
    <w:rsid w:val="002B0B87"/>
    <w:rPr>
      <w:rFonts w:eastAsia="Calibri"/>
      <w:sz w:val="22"/>
      <w:lang w:val="sk-SK" w:eastAsia="cs-CZ" w:bidi="ar-SA"/>
    </w:rPr>
  </w:style>
  <w:style w:type="paragraph" w:customStyle="1" w:styleId="Odsekzoznamu1">
    <w:name w:val="Odsek zoznamu1"/>
    <w:basedOn w:val="Normlny"/>
    <w:rsid w:val="002B0B87"/>
    <w:pPr>
      <w:autoSpaceDE/>
      <w:autoSpaceDN/>
      <w:spacing w:before="0"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2"/>
    </w:rPr>
  </w:style>
  <w:style w:type="character" w:customStyle="1" w:styleId="HlavikaChar1">
    <w:name w:val="Hlavička Char1"/>
    <w:basedOn w:val="Predvolenpsmoodseku"/>
    <w:rsid w:val="00D61A9D"/>
    <w:rPr>
      <w:rFonts w:ascii="Arial" w:hAnsi="Arial" w:cs="Arial"/>
      <w:lang w:eastAsia="cs-CZ"/>
    </w:rPr>
  </w:style>
  <w:style w:type="character" w:customStyle="1" w:styleId="Nadpis3Char">
    <w:name w:val="Nadpis 3 Char"/>
    <w:basedOn w:val="Predvolenpsmoodseku"/>
    <w:link w:val="Nadpis3"/>
    <w:rsid w:val="004E156B"/>
    <w:rPr>
      <w:rFonts w:ascii="Cambria" w:hAnsi="Cambria"/>
      <w:b/>
      <w:bCs/>
      <w:sz w:val="26"/>
      <w:szCs w:val="26"/>
      <w:lang w:eastAsia="cs-CZ"/>
    </w:rPr>
  </w:style>
  <w:style w:type="paragraph" w:styleId="Zarkazkladnhotextu3">
    <w:name w:val="Body Text Indent 3"/>
    <w:basedOn w:val="Normlny"/>
    <w:link w:val="Zarkazkladnhotextu3Char"/>
    <w:rsid w:val="00E103A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E103A7"/>
    <w:rPr>
      <w:rFonts w:ascii="Arial" w:hAnsi="Arial" w:cs="Arial"/>
      <w:sz w:val="16"/>
      <w:szCs w:val="16"/>
      <w:lang w:eastAsia="cs-CZ"/>
    </w:rPr>
  </w:style>
  <w:style w:type="paragraph" w:styleId="Bezriadkovania">
    <w:name w:val="No Spacing"/>
    <w:uiPriority w:val="1"/>
    <w:qFormat/>
    <w:rsid w:val="00C30C40"/>
    <w:rPr>
      <w:rFonts w:ascii="Calibri" w:hAnsi="Calibri"/>
      <w:sz w:val="22"/>
      <w:szCs w:val="22"/>
    </w:rPr>
  </w:style>
  <w:style w:type="character" w:customStyle="1" w:styleId="CharChar2">
    <w:name w:val="Char Char2"/>
    <w:basedOn w:val="Predvolenpsmoodseku"/>
    <w:locked/>
    <w:rsid w:val="009A7B66"/>
    <w:rPr>
      <w:rFonts w:ascii="Arial" w:hAnsi="Arial" w:cs="Arial"/>
      <w:lang w:val="sk-SK" w:eastAsia="cs-CZ" w:bidi="ar-SA"/>
    </w:rPr>
  </w:style>
  <w:style w:type="paragraph" w:customStyle="1" w:styleId="00-05">
    <w:name w:val="0.0 - 0.5"/>
    <w:basedOn w:val="Normlny"/>
    <w:rsid w:val="0022606C"/>
    <w:pPr>
      <w:autoSpaceDE/>
      <w:autoSpaceDN/>
      <w:spacing w:before="0" w:after="0" w:line="240" w:lineRule="auto"/>
      <w:ind w:left="284" w:hanging="284"/>
      <w:jc w:val="both"/>
    </w:pPr>
    <w:rPr>
      <w:rFonts w:cs="Times New Roman"/>
      <w:sz w:val="22"/>
      <w:lang w:eastAsia="sk-SK"/>
    </w:rPr>
  </w:style>
  <w:style w:type="paragraph" w:styleId="Revzia">
    <w:name w:val="Revision"/>
    <w:hidden/>
    <w:uiPriority w:val="99"/>
    <w:semiHidden/>
    <w:rsid w:val="00AB3044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usko\Data%20aplikac&#237;\Microsoft\&#352;abl&#243;ny\Intern&#233;%20ozn&#225;menie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434BC-F793-4D7B-9085-7F7E9A76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Interné oznámenie</Template>
  <TotalTime>7</TotalTime>
  <Pages>1</Pages>
  <Words>359</Words>
  <Characters>2287</Characters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INTERNÉ OZNAMENIE</vt:lpstr>
    </vt:vector>
  </TitlesOfParts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2013-04-11T10:49:00Z</cp:lastPrinted>
  <dcterms:created xsi:type="dcterms:W3CDTF">2025-08-04T13:30:00Z</dcterms:created>
  <dcterms:modified xsi:type="dcterms:W3CDTF">2025-09-04T14:50:00Z</dcterms:modified>
</cp:coreProperties>
</file>